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62C88" w14:textId="47D383B9" w:rsidR="003C284A" w:rsidRDefault="003C284A" w:rsidP="00C32686">
      <w:pPr>
        <w:ind w:left="540" w:hanging="540"/>
        <w:jc w:val="center"/>
        <w:rPr>
          <w:rFonts w:ascii="Arial" w:hAnsi="Arial" w:cs="Arial"/>
          <w:b/>
          <w:snapToGrid w:val="0"/>
          <w:sz w:val="20"/>
        </w:rPr>
      </w:pPr>
      <w:r w:rsidRPr="00E80D58">
        <w:rPr>
          <w:rFonts w:ascii="Arial" w:hAnsi="Arial" w:cs="Arial"/>
          <w:b/>
          <w:snapToGrid w:val="0"/>
          <w:sz w:val="20"/>
        </w:rPr>
        <w:t>S</w:t>
      </w:r>
      <w:r>
        <w:rPr>
          <w:rFonts w:ascii="Arial" w:hAnsi="Arial" w:cs="Arial"/>
          <w:b/>
          <w:snapToGrid w:val="0"/>
          <w:sz w:val="20"/>
        </w:rPr>
        <w:t>.5</w:t>
      </w:r>
      <w:r w:rsidRPr="00E80D58">
        <w:rPr>
          <w:rFonts w:ascii="Arial" w:hAnsi="Arial" w:cs="Arial"/>
          <w:b/>
          <w:snapToGrid w:val="0"/>
          <w:sz w:val="20"/>
        </w:rPr>
        <w:t xml:space="preserve"> </w:t>
      </w:r>
      <w:r w:rsidRPr="00E80D58">
        <w:rPr>
          <w:rFonts w:ascii="Arial" w:hAnsi="Arial" w:cs="Arial"/>
          <w:b/>
          <w:snapToGrid w:val="0"/>
          <w:sz w:val="20"/>
        </w:rPr>
        <w:tab/>
        <w:t xml:space="preserve">Verifica idoneità </w:t>
      </w:r>
      <w:proofErr w:type="gramStart"/>
      <w:r w:rsidRPr="00E80D58">
        <w:rPr>
          <w:rFonts w:ascii="Arial" w:hAnsi="Arial" w:cs="Arial"/>
          <w:b/>
          <w:snapToGrid w:val="0"/>
          <w:sz w:val="20"/>
        </w:rPr>
        <w:t xml:space="preserve">tecnico </w:t>
      </w:r>
      <w:r w:rsidRPr="009E7614">
        <w:rPr>
          <w:rFonts w:ascii="Arial" w:hAnsi="Arial" w:cs="Arial"/>
          <w:b/>
          <w:snapToGrid w:val="0"/>
          <w:sz w:val="20"/>
        </w:rPr>
        <w:t>professionale</w:t>
      </w:r>
      <w:proofErr w:type="gramEnd"/>
      <w:r w:rsidRPr="009E7614">
        <w:rPr>
          <w:rFonts w:ascii="Arial" w:hAnsi="Arial" w:cs="Arial"/>
          <w:b/>
          <w:snapToGrid w:val="0"/>
          <w:sz w:val="20"/>
        </w:rPr>
        <w:t xml:space="preserve"> dell’im</w:t>
      </w:r>
      <w:r w:rsidR="006330EF">
        <w:rPr>
          <w:rFonts w:ascii="Arial" w:hAnsi="Arial" w:cs="Arial"/>
          <w:b/>
          <w:snapToGrid w:val="0"/>
          <w:sz w:val="20"/>
        </w:rPr>
        <w:t xml:space="preserve">presa – art. </w:t>
      </w:r>
      <w:proofErr w:type="gramStart"/>
      <w:r w:rsidR="006330EF">
        <w:rPr>
          <w:rFonts w:ascii="Arial" w:hAnsi="Arial" w:cs="Arial"/>
          <w:b/>
          <w:snapToGrid w:val="0"/>
          <w:sz w:val="20"/>
        </w:rPr>
        <w:t>90 comma 9 lett.</w:t>
      </w:r>
      <w:proofErr w:type="gramEnd"/>
      <w:r w:rsidR="006330EF">
        <w:rPr>
          <w:rFonts w:ascii="Arial" w:hAnsi="Arial" w:cs="Arial"/>
          <w:b/>
          <w:snapToGrid w:val="0"/>
          <w:sz w:val="20"/>
        </w:rPr>
        <w:t xml:space="preserve"> a</w:t>
      </w:r>
      <w:r w:rsidRPr="009E7614">
        <w:rPr>
          <w:rFonts w:ascii="Arial" w:hAnsi="Arial" w:cs="Arial"/>
          <w:b/>
          <w:snapToGrid w:val="0"/>
          <w:sz w:val="20"/>
        </w:rPr>
        <w:t xml:space="preserve"> – Allegato XVII del testo unico (D.Lgs. 81/08) e s.m.i.</w:t>
      </w:r>
    </w:p>
    <w:p w14:paraId="3D9540EB" w14:textId="77777777" w:rsidR="00116020" w:rsidRPr="00E80D58" w:rsidRDefault="00116020" w:rsidP="003C284A">
      <w:pPr>
        <w:ind w:left="540" w:hanging="540"/>
        <w:jc w:val="both"/>
        <w:rPr>
          <w:rFonts w:ascii="Arial" w:hAnsi="Arial" w:cs="Arial"/>
          <w:b/>
          <w:sz w:val="20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1"/>
        <w:gridCol w:w="4839"/>
      </w:tblGrid>
      <w:tr w:rsidR="003C284A" w:rsidRPr="00E80D58" w14:paraId="5426AD18" w14:textId="77777777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4D51B69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  <w:sz w:val="16"/>
              </w:rPr>
            </w:pPr>
            <w:r w:rsidRPr="00E80D58">
              <w:rPr>
                <w:rFonts w:ascii="Arial" w:hAnsi="Arial" w:cs="Arial"/>
                <w:b/>
                <w:snapToGrid w:val="0"/>
                <w:sz w:val="16"/>
              </w:rPr>
              <w:t xml:space="preserve">Data e luogo </w:t>
            </w:r>
          </w:p>
        </w:tc>
        <w:tc>
          <w:tcPr>
            <w:tcW w:w="4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5D0CEE81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bookmarkStart w:id="0" w:name="Testo18"/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  <w:bookmarkEnd w:id="0"/>
          </w:p>
        </w:tc>
      </w:tr>
      <w:tr w:rsidR="003C284A" w:rsidRPr="00C32686" w14:paraId="4D5A29E6" w14:textId="77777777">
        <w:tc>
          <w:tcPr>
            <w:tcW w:w="4341" w:type="dxa"/>
            <w:tcBorders>
              <w:top w:val="nil"/>
            </w:tcBorders>
            <w:shd w:val="clear" w:color="auto" w:fill="FFFFFF"/>
            <w:vAlign w:val="center"/>
          </w:tcPr>
          <w:p w14:paraId="6ACB5093" w14:textId="77777777" w:rsidR="003C284A" w:rsidRPr="00C32686" w:rsidRDefault="003C284A" w:rsidP="003C284A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  <w:sz w:val="12"/>
                <w:szCs w:val="12"/>
              </w:rPr>
            </w:pPr>
          </w:p>
        </w:tc>
        <w:tc>
          <w:tcPr>
            <w:tcW w:w="4839" w:type="dxa"/>
            <w:tcBorders>
              <w:top w:val="nil"/>
            </w:tcBorders>
            <w:shd w:val="clear" w:color="auto" w:fill="FFFFFF"/>
          </w:tcPr>
          <w:p w14:paraId="14DF15F6" w14:textId="77777777" w:rsidR="003C284A" w:rsidRPr="00C32686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C284A" w:rsidRPr="00E80D58" w14:paraId="274FBF54" w14:textId="77777777">
        <w:tc>
          <w:tcPr>
            <w:tcW w:w="4341" w:type="dxa"/>
            <w:shd w:val="clear" w:color="auto" w:fill="FFFFFF"/>
            <w:vAlign w:val="center"/>
          </w:tcPr>
          <w:p w14:paraId="17064ADA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proofErr w:type="gramStart"/>
            <w:r w:rsidRPr="00E80D58">
              <w:rPr>
                <w:rFonts w:ascii="Arial" w:hAnsi="Arial" w:cs="Arial"/>
                <w:snapToGrid w:val="0"/>
                <w:sz w:val="16"/>
              </w:rPr>
              <w:t>committente</w:t>
            </w:r>
            <w:proofErr w:type="gramEnd"/>
          </w:p>
        </w:tc>
        <w:tc>
          <w:tcPr>
            <w:tcW w:w="4839" w:type="dxa"/>
            <w:shd w:val="clear" w:color="auto" w:fill="FFFFFF"/>
          </w:tcPr>
          <w:p w14:paraId="67724F0E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bookmarkStart w:id="1" w:name="Testo20"/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  <w:bookmarkEnd w:id="1"/>
          </w:p>
        </w:tc>
      </w:tr>
      <w:tr w:rsidR="003C284A" w:rsidRPr="00E80D58" w14:paraId="10C1D5F8" w14:textId="77777777">
        <w:tc>
          <w:tcPr>
            <w:tcW w:w="4341" w:type="dxa"/>
            <w:shd w:val="clear" w:color="auto" w:fill="FFFFFF"/>
          </w:tcPr>
          <w:p w14:paraId="396BBAEE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proofErr w:type="gramStart"/>
            <w:r w:rsidRPr="00E80D58">
              <w:rPr>
                <w:rFonts w:ascii="Arial" w:hAnsi="Arial" w:cs="Arial"/>
                <w:snapToGrid w:val="0"/>
                <w:sz w:val="16"/>
              </w:rPr>
              <w:t>opera</w:t>
            </w:r>
            <w:proofErr w:type="gramEnd"/>
          </w:p>
        </w:tc>
        <w:tc>
          <w:tcPr>
            <w:tcW w:w="4839" w:type="dxa"/>
            <w:shd w:val="clear" w:color="auto" w:fill="FFFFFF"/>
          </w:tcPr>
          <w:p w14:paraId="74EF05E3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bookmarkStart w:id="2" w:name="Testo21"/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  <w:bookmarkEnd w:id="2"/>
          </w:p>
        </w:tc>
      </w:tr>
      <w:tr w:rsidR="003C284A" w:rsidRPr="00E80D58" w14:paraId="344CAACB" w14:textId="77777777">
        <w:tc>
          <w:tcPr>
            <w:tcW w:w="4341" w:type="dxa"/>
            <w:shd w:val="clear" w:color="auto" w:fill="FFFFFF"/>
          </w:tcPr>
          <w:p w14:paraId="773A5259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proofErr w:type="gramStart"/>
            <w:r w:rsidRPr="00E80D58">
              <w:rPr>
                <w:rFonts w:ascii="Arial" w:hAnsi="Arial" w:cs="Arial"/>
                <w:snapToGrid w:val="0"/>
                <w:sz w:val="16"/>
              </w:rPr>
              <w:t>lavori</w:t>
            </w:r>
            <w:proofErr w:type="gramEnd"/>
          </w:p>
        </w:tc>
        <w:tc>
          <w:tcPr>
            <w:tcW w:w="4839" w:type="dxa"/>
            <w:shd w:val="clear" w:color="auto" w:fill="FFFFFF"/>
          </w:tcPr>
          <w:p w14:paraId="13761692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bookmarkStart w:id="3" w:name="Testo22"/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  <w:bookmarkEnd w:id="3"/>
          </w:p>
        </w:tc>
      </w:tr>
      <w:tr w:rsidR="003C284A" w:rsidRPr="00E80D58" w14:paraId="77DE7BE3" w14:textId="77777777">
        <w:tc>
          <w:tcPr>
            <w:tcW w:w="4341" w:type="dxa"/>
            <w:shd w:val="clear" w:color="auto" w:fill="FFFFFF"/>
          </w:tcPr>
          <w:p w14:paraId="63B90F16" w14:textId="18711871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proofErr w:type="gramStart"/>
            <w:r w:rsidRPr="00E80D58">
              <w:rPr>
                <w:rFonts w:ascii="Arial" w:hAnsi="Arial" w:cs="Arial"/>
                <w:snapToGrid w:val="0"/>
                <w:sz w:val="16"/>
              </w:rPr>
              <w:t>codice</w:t>
            </w:r>
            <w:proofErr w:type="gramEnd"/>
          </w:p>
        </w:tc>
        <w:tc>
          <w:tcPr>
            <w:tcW w:w="4839" w:type="dxa"/>
            <w:shd w:val="clear" w:color="auto" w:fill="FFFFFF"/>
          </w:tcPr>
          <w:p w14:paraId="4D84B9F3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bookmarkStart w:id="4" w:name="Testo23"/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  <w:bookmarkEnd w:id="4"/>
          </w:p>
        </w:tc>
      </w:tr>
      <w:tr w:rsidR="003C284A" w:rsidRPr="00E80D58" w14:paraId="31E9808F" w14:textId="77777777">
        <w:tc>
          <w:tcPr>
            <w:tcW w:w="4341" w:type="dxa"/>
            <w:shd w:val="clear" w:color="auto" w:fill="FFFFFF"/>
          </w:tcPr>
          <w:p w14:paraId="2D43A0C9" w14:textId="2CF9ECF3" w:rsidR="003C284A" w:rsidRPr="00E80D58" w:rsidRDefault="00B86436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r>
              <w:rPr>
                <w:rFonts w:ascii="Arial" w:hAnsi="Arial" w:cs="Arial"/>
                <w:snapToGrid w:val="0"/>
                <w:sz w:val="16"/>
              </w:rPr>
              <w:t>responsabile del procedimento (RUP)</w:t>
            </w:r>
            <w:r w:rsidR="00AF7EFF">
              <w:rPr>
                <w:rFonts w:ascii="Arial" w:hAnsi="Arial" w:cs="Arial"/>
                <w:snapToGrid w:val="0"/>
                <w:sz w:val="16"/>
              </w:rPr>
              <w:t xml:space="preserve"> </w:t>
            </w:r>
            <w:r w:rsidR="003C284A" w:rsidRPr="00E80D58">
              <w:rPr>
                <w:rFonts w:ascii="Arial" w:hAnsi="Arial" w:cs="Arial"/>
                <w:snapToGrid w:val="0"/>
                <w:sz w:val="16"/>
              </w:rPr>
              <w:t>/</w:t>
            </w:r>
            <w:r w:rsidR="00AF7EFF">
              <w:rPr>
                <w:rFonts w:ascii="Arial" w:hAnsi="Arial" w:cs="Arial"/>
                <w:snapToGrid w:val="0"/>
                <w:sz w:val="16"/>
              </w:rPr>
              <w:t xml:space="preserve"> </w:t>
            </w:r>
            <w:r w:rsidR="003C284A" w:rsidRPr="00E80D58">
              <w:rPr>
                <w:rFonts w:ascii="Arial" w:hAnsi="Arial" w:cs="Arial"/>
                <w:snapToGrid w:val="0"/>
                <w:sz w:val="16"/>
              </w:rPr>
              <w:t>responsabile dei lavori</w:t>
            </w:r>
          </w:p>
        </w:tc>
        <w:tc>
          <w:tcPr>
            <w:tcW w:w="4839" w:type="dxa"/>
            <w:shd w:val="clear" w:color="auto" w:fill="FFFFFF"/>
          </w:tcPr>
          <w:p w14:paraId="167C1976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3C284A" w:rsidRPr="00E80D58" w14:paraId="482BD942" w14:textId="77777777">
        <w:tc>
          <w:tcPr>
            <w:tcW w:w="4341" w:type="dxa"/>
            <w:shd w:val="clear" w:color="auto" w:fill="FFFFFF"/>
          </w:tcPr>
          <w:p w14:paraId="65F5CCBB" w14:textId="0B0404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r w:rsidRPr="00E80D58">
              <w:rPr>
                <w:rFonts w:ascii="Arial" w:hAnsi="Arial" w:cs="Arial"/>
                <w:snapToGrid w:val="0"/>
                <w:sz w:val="16"/>
              </w:rPr>
              <w:t>Coordinatore della sicurezza per l’esecuzione</w:t>
            </w:r>
            <w:r>
              <w:rPr>
                <w:rFonts w:ascii="Arial" w:hAnsi="Arial" w:cs="Arial"/>
                <w:snapToGrid w:val="0"/>
                <w:sz w:val="16"/>
              </w:rPr>
              <w:t xml:space="preserve"> dei lavori</w:t>
            </w:r>
          </w:p>
        </w:tc>
        <w:tc>
          <w:tcPr>
            <w:tcW w:w="4839" w:type="dxa"/>
            <w:shd w:val="clear" w:color="auto" w:fill="FFFFFF"/>
          </w:tcPr>
          <w:p w14:paraId="21BC1985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3C284A" w:rsidRPr="00E80D58" w14:paraId="004782D7" w14:textId="77777777">
        <w:tc>
          <w:tcPr>
            <w:tcW w:w="4341" w:type="dxa"/>
            <w:shd w:val="clear" w:color="auto" w:fill="FFFFFF"/>
          </w:tcPr>
          <w:p w14:paraId="553A9FED" w14:textId="434C26F9" w:rsidR="003C284A" w:rsidRPr="00E80D58" w:rsidRDefault="00C32686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r>
              <w:rPr>
                <w:rFonts w:ascii="Arial" w:hAnsi="Arial" w:cs="Arial"/>
                <w:snapToGrid w:val="0"/>
                <w:sz w:val="16"/>
              </w:rPr>
              <w:t>Funzionario incaricato</w:t>
            </w:r>
          </w:p>
        </w:tc>
        <w:tc>
          <w:tcPr>
            <w:tcW w:w="4839" w:type="dxa"/>
            <w:shd w:val="clear" w:color="auto" w:fill="FFFFFF"/>
          </w:tcPr>
          <w:p w14:paraId="451636F7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3C284A" w:rsidRPr="00E80D58" w14:paraId="215D2782" w14:textId="77777777">
        <w:tc>
          <w:tcPr>
            <w:tcW w:w="4341" w:type="dxa"/>
            <w:shd w:val="clear" w:color="auto" w:fill="FFFFFF"/>
          </w:tcPr>
          <w:p w14:paraId="5273352A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</w:p>
        </w:tc>
        <w:tc>
          <w:tcPr>
            <w:tcW w:w="4839" w:type="dxa"/>
            <w:shd w:val="clear" w:color="auto" w:fill="FFFFFF"/>
          </w:tcPr>
          <w:p w14:paraId="28CB7BE7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3C284A" w:rsidRPr="00E80D58" w14:paraId="6E27AF6A" w14:textId="77777777">
        <w:tc>
          <w:tcPr>
            <w:tcW w:w="4341" w:type="dxa"/>
            <w:shd w:val="clear" w:color="auto" w:fill="FFFFFF"/>
          </w:tcPr>
          <w:p w14:paraId="0DC170DC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r w:rsidRPr="00E80D58">
              <w:rPr>
                <w:rFonts w:ascii="Arial" w:hAnsi="Arial" w:cs="Arial"/>
                <w:snapToGrid w:val="0"/>
                <w:sz w:val="16"/>
              </w:rPr>
              <w:t>Appaltatore/lavoratore autonomo</w:t>
            </w:r>
          </w:p>
        </w:tc>
        <w:tc>
          <w:tcPr>
            <w:tcW w:w="4839" w:type="dxa"/>
            <w:shd w:val="clear" w:color="auto" w:fill="FFFFFF"/>
          </w:tcPr>
          <w:p w14:paraId="5113581A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3C284A" w:rsidRPr="00E80D58" w14:paraId="2705D29C" w14:textId="77777777">
        <w:tc>
          <w:tcPr>
            <w:tcW w:w="4341" w:type="dxa"/>
            <w:shd w:val="clear" w:color="auto" w:fill="FFFFFF"/>
          </w:tcPr>
          <w:p w14:paraId="03816AC6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proofErr w:type="gramStart"/>
            <w:r w:rsidRPr="00E80D58">
              <w:rPr>
                <w:rFonts w:ascii="Arial" w:hAnsi="Arial" w:cs="Arial"/>
                <w:snapToGrid w:val="0"/>
                <w:sz w:val="16"/>
              </w:rPr>
              <w:t>con</w:t>
            </w:r>
            <w:proofErr w:type="gramEnd"/>
            <w:r w:rsidRPr="00E80D58">
              <w:rPr>
                <w:rFonts w:ascii="Arial" w:hAnsi="Arial" w:cs="Arial"/>
                <w:snapToGrid w:val="0"/>
                <w:sz w:val="16"/>
              </w:rPr>
              <w:t xml:space="preserve"> sede legale in</w:t>
            </w:r>
          </w:p>
        </w:tc>
        <w:tc>
          <w:tcPr>
            <w:tcW w:w="4839" w:type="dxa"/>
            <w:shd w:val="clear" w:color="auto" w:fill="FFFFFF"/>
          </w:tcPr>
          <w:p w14:paraId="16E9EBC0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3C284A" w:rsidRPr="00E80D58" w14:paraId="22AA4587" w14:textId="77777777">
        <w:tc>
          <w:tcPr>
            <w:tcW w:w="4341" w:type="dxa"/>
            <w:shd w:val="clear" w:color="auto" w:fill="FFFFFF"/>
          </w:tcPr>
          <w:p w14:paraId="256D6472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</w:p>
        </w:tc>
        <w:tc>
          <w:tcPr>
            <w:tcW w:w="4839" w:type="dxa"/>
            <w:shd w:val="clear" w:color="auto" w:fill="FFFFFF"/>
          </w:tcPr>
          <w:p w14:paraId="70B31E9C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3C284A" w:rsidRPr="00E80D58" w14:paraId="28686438" w14:textId="77777777">
        <w:tc>
          <w:tcPr>
            <w:tcW w:w="4341" w:type="dxa"/>
            <w:shd w:val="clear" w:color="auto" w:fill="FFFFFF"/>
          </w:tcPr>
          <w:p w14:paraId="793A1372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r w:rsidRPr="00E80D58">
              <w:rPr>
                <w:rFonts w:ascii="Arial" w:hAnsi="Arial" w:cs="Arial"/>
                <w:snapToGrid w:val="0"/>
                <w:sz w:val="16"/>
              </w:rPr>
              <w:t>Richiesta documentazione (data)</w:t>
            </w:r>
          </w:p>
        </w:tc>
        <w:tc>
          <w:tcPr>
            <w:tcW w:w="4839" w:type="dxa"/>
            <w:shd w:val="clear" w:color="auto" w:fill="FFFFFF"/>
          </w:tcPr>
          <w:p w14:paraId="44090096" w14:textId="77777777" w:rsidR="003C284A" w:rsidRPr="00E80D58" w:rsidRDefault="003C284A" w:rsidP="003C284A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E80D58">
              <w:rPr>
                <w:rFonts w:ascii="Arial" w:hAnsi="Arial" w:cs="Arial"/>
                <w:sz w:val="16"/>
              </w:rPr>
              <w:t xml:space="preserve">&gt; </w:t>
            </w:r>
            <w:r w:rsidRPr="00E80D58">
              <w:rPr>
                <w:rFonts w:ascii="Arial" w:hAnsi="Arial" w:cs="Arial"/>
                <w:sz w:val="16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E80D58">
              <w:rPr>
                <w:rFonts w:ascii="Arial" w:hAnsi="Arial" w:cs="Arial"/>
                <w:sz w:val="16"/>
              </w:rPr>
              <w:instrText xml:space="preserve"> FORMTEXT </w:instrText>
            </w:r>
            <w:r w:rsidRPr="00E80D58">
              <w:rPr>
                <w:rFonts w:ascii="Arial" w:hAnsi="Arial" w:cs="Arial"/>
                <w:sz w:val="16"/>
              </w:rPr>
            </w:r>
            <w:r w:rsidRPr="00E80D58">
              <w:rPr>
                <w:rFonts w:ascii="Arial" w:hAnsi="Arial" w:cs="Arial"/>
                <w:sz w:val="16"/>
              </w:rPr>
              <w:fldChar w:fldCharType="separate"/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Tahoma" w:hAnsi="Tahoma" w:cs="Arial"/>
                <w:sz w:val="16"/>
              </w:rPr>
              <w:t> </w:t>
            </w:r>
            <w:r w:rsidRPr="00E80D58">
              <w:rPr>
                <w:rFonts w:ascii="Arial" w:hAnsi="Arial" w:cs="Arial"/>
                <w:sz w:val="16"/>
              </w:rPr>
              <w:fldChar w:fldCharType="end"/>
            </w:r>
          </w:p>
        </w:tc>
      </w:tr>
    </w:tbl>
    <w:p w14:paraId="5B5AB43F" w14:textId="349CAFB5" w:rsidR="003C284A" w:rsidRPr="00E80D58" w:rsidRDefault="003C284A" w:rsidP="003C284A">
      <w:pPr>
        <w:spacing w:line="360" w:lineRule="auto"/>
        <w:ind w:left="360"/>
        <w:jc w:val="both"/>
        <w:rPr>
          <w:rFonts w:ascii="Arial" w:hAnsi="Arial" w:cs="Arial"/>
          <w:snapToGrid w:val="0"/>
          <w:sz w:val="16"/>
          <w:szCs w:val="16"/>
        </w:rPr>
      </w:pPr>
      <w:r w:rsidRPr="00972C3B">
        <w:rPr>
          <w:rFonts w:ascii="OpenSymbol" w:hAnsi="OpenSymbol" w:cs="Arial"/>
          <w:snapToGrid w:val="0"/>
          <w:color w:val="000000"/>
          <w:szCs w:val="24"/>
        </w:rPr>
        <w:t>□</w:t>
      </w:r>
      <w:r>
        <w:rPr>
          <w:rFonts w:ascii="Arial" w:hAnsi="Arial" w:cs="Arial"/>
          <w:snapToGrid w:val="0"/>
          <w:color w:val="000000"/>
          <w:sz w:val="16"/>
        </w:rPr>
        <w:t xml:space="preserve"> </w:t>
      </w:r>
      <w:r w:rsidRPr="00E80D58">
        <w:rPr>
          <w:rFonts w:ascii="Arial" w:hAnsi="Arial" w:cs="Arial"/>
          <w:snapToGrid w:val="0"/>
          <w:sz w:val="16"/>
          <w:szCs w:val="16"/>
        </w:rPr>
        <w:t xml:space="preserve">L’appaltatore (impresa) ha consegnato la documentazione di seguito specificata: </w:t>
      </w:r>
    </w:p>
    <w:p w14:paraId="41C1B552" w14:textId="77777777" w:rsidR="003C284A" w:rsidRPr="00E80D58" w:rsidRDefault="003C284A" w:rsidP="003C284A">
      <w:pPr>
        <w:spacing w:line="360" w:lineRule="auto"/>
        <w:ind w:left="360"/>
        <w:jc w:val="both"/>
        <w:rPr>
          <w:rFonts w:ascii="Arial" w:hAnsi="Arial" w:cs="Arial"/>
          <w:snapToGrid w:val="0"/>
          <w:sz w:val="16"/>
          <w:szCs w:val="16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545"/>
        <w:gridCol w:w="1954"/>
      </w:tblGrid>
      <w:tr w:rsidR="003C284A" w:rsidRPr="00E80D58" w14:paraId="58DF959C" w14:textId="77777777" w:rsidTr="00116020">
        <w:tc>
          <w:tcPr>
            <w:tcW w:w="2041" w:type="pct"/>
            <w:shd w:val="clear" w:color="auto" w:fill="E0E0E0"/>
          </w:tcPr>
          <w:p w14:paraId="3F55DBDD" w14:textId="77777777" w:rsidR="003C284A" w:rsidRPr="00E80D58" w:rsidRDefault="003C284A" w:rsidP="003C284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  <w:p w14:paraId="5BE0754A" w14:textId="77777777" w:rsidR="003C284A" w:rsidRPr="00E80D58" w:rsidRDefault="003C284A" w:rsidP="003C284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E80D58">
              <w:rPr>
                <w:rFonts w:ascii="Arial" w:hAnsi="Arial" w:cs="Arial"/>
                <w:b/>
                <w:noProof/>
                <w:sz w:val="16"/>
                <w:szCs w:val="16"/>
              </w:rPr>
              <w:t>Documenti richiesti</w:t>
            </w:r>
          </w:p>
          <w:p w14:paraId="4D008713" w14:textId="77777777" w:rsidR="003C284A" w:rsidRPr="00E80D58" w:rsidRDefault="003C284A" w:rsidP="003C284A">
            <w:pPr>
              <w:jc w:val="center"/>
              <w:rPr>
                <w:rFonts w:ascii="Arial" w:hAnsi="Arial" w:cs="Arial"/>
                <w:b/>
                <w:position w:val="-4"/>
                <w:sz w:val="16"/>
                <w:szCs w:val="16"/>
              </w:rPr>
            </w:pPr>
          </w:p>
        </w:tc>
        <w:tc>
          <w:tcPr>
            <w:tcW w:w="1907" w:type="pct"/>
            <w:shd w:val="clear" w:color="auto" w:fill="E0E0E0"/>
          </w:tcPr>
          <w:p w14:paraId="284AD306" w14:textId="77777777" w:rsidR="003C284A" w:rsidRPr="00E80D58" w:rsidRDefault="003C284A" w:rsidP="003C28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98E4EF7" w14:textId="77777777" w:rsidR="003C284A" w:rsidRPr="00E80D58" w:rsidRDefault="003C284A" w:rsidP="003C284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80D58">
              <w:rPr>
                <w:rFonts w:ascii="Arial" w:hAnsi="Arial" w:cs="Arial"/>
                <w:b/>
                <w:sz w:val="16"/>
                <w:szCs w:val="16"/>
              </w:rPr>
              <w:t>Indicazioni</w:t>
            </w:r>
          </w:p>
        </w:tc>
        <w:tc>
          <w:tcPr>
            <w:tcW w:w="1048" w:type="pct"/>
            <w:shd w:val="clear" w:color="auto" w:fill="E0E0E0"/>
          </w:tcPr>
          <w:p w14:paraId="43784601" w14:textId="77777777" w:rsidR="003C284A" w:rsidRPr="00E80D58" w:rsidRDefault="003C284A" w:rsidP="003C284A">
            <w:pPr>
              <w:tabs>
                <w:tab w:val="left" w:pos="4232"/>
              </w:tabs>
              <w:ind w:left="5" w:right="71" w:hanging="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82259E5" w14:textId="77777777" w:rsidR="003C284A" w:rsidRPr="00E80D58" w:rsidRDefault="003C284A" w:rsidP="003C284A">
            <w:pPr>
              <w:tabs>
                <w:tab w:val="left" w:pos="4232"/>
              </w:tabs>
              <w:ind w:left="5" w:right="71" w:hanging="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80D58">
              <w:rPr>
                <w:rFonts w:ascii="Arial" w:hAnsi="Arial" w:cs="Arial"/>
                <w:b/>
                <w:sz w:val="16"/>
                <w:szCs w:val="16"/>
              </w:rPr>
              <w:t>Verifica</w:t>
            </w:r>
          </w:p>
        </w:tc>
      </w:tr>
      <w:tr w:rsidR="003C284A" w:rsidRPr="00E80D58" w14:paraId="7136545C" w14:textId="77777777" w:rsidTr="00116020">
        <w:tc>
          <w:tcPr>
            <w:tcW w:w="2041" w:type="pct"/>
          </w:tcPr>
          <w:p w14:paraId="147B5F69" w14:textId="77777777" w:rsidR="003C284A" w:rsidRDefault="003C284A" w:rsidP="003C284A">
            <w:pPr>
              <w:rPr>
                <w:rFonts w:ascii="Arial" w:hAnsi="Arial" w:cs="Arial"/>
                <w:position w:val="-4"/>
                <w:sz w:val="16"/>
                <w:szCs w:val="16"/>
              </w:rPr>
            </w:pPr>
          </w:p>
          <w:p w14:paraId="5C07FB89" w14:textId="77777777" w:rsidR="003C284A" w:rsidRDefault="003C284A" w:rsidP="003C284A">
            <w:pPr>
              <w:rPr>
                <w:rFonts w:ascii="Arial" w:hAnsi="Arial" w:cs="Arial"/>
                <w:position w:val="-4"/>
                <w:sz w:val="16"/>
                <w:szCs w:val="16"/>
              </w:rPr>
            </w:pPr>
            <w:proofErr w:type="gramStart"/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>Nominativi</w:t>
            </w:r>
            <w:proofErr w:type="gramEnd"/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 xml:space="preserve"> dei soggetti dell’Impresa con specifiche mansioni, incaricati per l’assolvimento dei compiti di cui all’art. 97</w:t>
            </w:r>
          </w:p>
          <w:p w14:paraId="3949A00B" w14:textId="77777777" w:rsidR="003C284A" w:rsidRPr="00E80D58" w:rsidRDefault="003C284A" w:rsidP="003C284A">
            <w:pPr>
              <w:rPr>
                <w:rFonts w:ascii="Arial" w:hAnsi="Arial" w:cs="Arial"/>
                <w:position w:val="-4"/>
                <w:sz w:val="16"/>
                <w:szCs w:val="16"/>
              </w:rPr>
            </w:pPr>
          </w:p>
        </w:tc>
        <w:tc>
          <w:tcPr>
            <w:tcW w:w="1907" w:type="pct"/>
          </w:tcPr>
          <w:p w14:paraId="588DA7B4" w14:textId="77777777" w:rsidR="003C284A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D6778D6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Verifica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E80D58">
              <w:rPr>
                <w:rFonts w:ascii="Arial" w:hAnsi="Arial" w:cs="Arial"/>
                <w:sz w:val="16"/>
                <w:szCs w:val="16"/>
              </w:rPr>
              <w:t>ominativi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 xml:space="preserve"> e</w:t>
            </w:r>
            <w:r>
              <w:rPr>
                <w:rFonts w:ascii="Arial" w:hAnsi="Arial" w:cs="Arial"/>
                <w:sz w:val="16"/>
                <w:szCs w:val="16"/>
              </w:rPr>
              <w:t xml:space="preserve"> mansioni, indicati nel modulo S03</w:t>
            </w:r>
          </w:p>
          <w:p w14:paraId="1593786B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8" w:type="pct"/>
          </w:tcPr>
          <w:p w14:paraId="557F7012" w14:textId="77777777" w:rsidR="003C284A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  <w:p w14:paraId="14FB3C28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Si</w:t>
            </w:r>
          </w:p>
          <w:p w14:paraId="053F874D" w14:textId="77777777" w:rsidR="003C284A" w:rsidRPr="00E80D58" w:rsidRDefault="003C284A" w:rsidP="003C284A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C284A" w:rsidRPr="00E80D58" w14:paraId="1540BB68" w14:textId="77777777" w:rsidTr="00116020">
        <w:tc>
          <w:tcPr>
            <w:tcW w:w="2041" w:type="pct"/>
            <w:tcBorders>
              <w:bottom w:val="single" w:sz="4" w:space="0" w:color="auto"/>
            </w:tcBorders>
          </w:tcPr>
          <w:p w14:paraId="551AE7AA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C4F40E3" w14:textId="79DE2ED9" w:rsidR="003C284A" w:rsidRDefault="003C284A" w:rsidP="003C284A">
            <w:pPr>
              <w:numPr>
                <w:ilvl w:val="0"/>
                <w:numId w:val="3"/>
              </w:numPr>
              <w:rPr>
                <w:rFonts w:ascii="Arial" w:hAnsi="Arial" w:cs="Arial"/>
                <w:position w:val="-4"/>
                <w:sz w:val="16"/>
                <w:szCs w:val="16"/>
              </w:rPr>
            </w:pPr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 xml:space="preserve">Iscrizione alla camera di commercio, industria </w:t>
            </w:r>
            <w:proofErr w:type="gramStart"/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>ed</w:t>
            </w:r>
            <w:proofErr w:type="gramEnd"/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 xml:space="preserve"> artigianato con oggetto sociale inerente a</w:t>
            </w:r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>l</w:t>
            </w:r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>la tipologia dell’appalto</w:t>
            </w:r>
            <w:r w:rsidR="0072193D">
              <w:rPr>
                <w:rFonts w:ascii="Arial" w:hAnsi="Arial" w:cs="Arial"/>
                <w:position w:val="-4"/>
                <w:sz w:val="16"/>
                <w:szCs w:val="16"/>
              </w:rPr>
              <w:t>.</w:t>
            </w:r>
          </w:p>
          <w:p w14:paraId="17791ADC" w14:textId="77777777" w:rsidR="003C284A" w:rsidRPr="00E80D58" w:rsidRDefault="003C284A" w:rsidP="003C284A">
            <w:pPr>
              <w:rPr>
                <w:rFonts w:ascii="Arial" w:hAnsi="Arial" w:cs="Arial"/>
                <w:position w:val="-4"/>
                <w:sz w:val="16"/>
                <w:szCs w:val="16"/>
              </w:rPr>
            </w:pPr>
          </w:p>
        </w:tc>
        <w:tc>
          <w:tcPr>
            <w:tcW w:w="1907" w:type="pct"/>
            <w:tcBorders>
              <w:bottom w:val="single" w:sz="4" w:space="0" w:color="auto"/>
            </w:tcBorders>
          </w:tcPr>
          <w:p w14:paraId="04363ADB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C082DF6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Verificare oggetto sociale</w:t>
            </w:r>
          </w:p>
          <w:p w14:paraId="00D7E726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Verificare data emissione certificato</w:t>
            </w:r>
          </w:p>
        </w:tc>
        <w:tc>
          <w:tcPr>
            <w:tcW w:w="1048" w:type="pct"/>
            <w:tcBorders>
              <w:bottom w:val="single" w:sz="4" w:space="0" w:color="auto"/>
            </w:tcBorders>
          </w:tcPr>
          <w:p w14:paraId="2F7C8BB9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5CB59CB" w14:textId="77777777" w:rsidR="003C284A" w:rsidRPr="00E80D58" w:rsidRDefault="003C284A" w:rsidP="003C284A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Competenza settore amministrativo</w:t>
            </w:r>
          </w:p>
        </w:tc>
      </w:tr>
      <w:tr w:rsidR="003C284A" w:rsidRPr="00E80D58" w14:paraId="628AECDE" w14:textId="77777777" w:rsidTr="00116020">
        <w:tc>
          <w:tcPr>
            <w:tcW w:w="2041" w:type="pct"/>
            <w:tcBorders>
              <w:bottom w:val="nil"/>
            </w:tcBorders>
          </w:tcPr>
          <w:p w14:paraId="1002E829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F625121" w14:textId="1D08609F" w:rsidR="003C284A" w:rsidRPr="00963741" w:rsidRDefault="003C284A" w:rsidP="003C284A">
            <w:pPr>
              <w:numPr>
                <w:ilvl w:val="0"/>
                <w:numId w:val="3"/>
              </w:numPr>
              <w:rPr>
                <w:rFonts w:ascii="Arial" w:hAnsi="Arial" w:cs="Arial"/>
                <w:position w:val="-4"/>
                <w:sz w:val="16"/>
                <w:szCs w:val="16"/>
              </w:rPr>
            </w:pPr>
            <w:r w:rsidRPr="00963741">
              <w:rPr>
                <w:rFonts w:ascii="Arial" w:hAnsi="Arial" w:cs="Arial"/>
                <w:position w:val="-4"/>
                <w:sz w:val="16"/>
                <w:szCs w:val="16"/>
              </w:rPr>
              <w:t>Documento di valutazione dei risch</w:t>
            </w:r>
            <w:r w:rsidR="0072193D" w:rsidRPr="00963741">
              <w:rPr>
                <w:rFonts w:ascii="Arial" w:hAnsi="Arial" w:cs="Arial"/>
                <w:position w:val="-4"/>
                <w:sz w:val="16"/>
                <w:szCs w:val="16"/>
              </w:rPr>
              <w:t xml:space="preserve">i </w:t>
            </w:r>
            <w:r w:rsidR="000B2D1E" w:rsidRPr="00963741">
              <w:rPr>
                <w:rFonts w:ascii="Arial" w:hAnsi="Arial" w:cs="Arial"/>
                <w:position w:val="-4"/>
                <w:sz w:val="16"/>
                <w:szCs w:val="16"/>
              </w:rPr>
              <w:t xml:space="preserve">di cui agli artt. </w:t>
            </w:r>
            <w:proofErr w:type="gramStart"/>
            <w:r w:rsidR="000B2D1E" w:rsidRPr="00963741">
              <w:rPr>
                <w:rFonts w:ascii="Arial" w:hAnsi="Arial" w:cs="Arial"/>
                <w:position w:val="-4"/>
                <w:sz w:val="16"/>
                <w:szCs w:val="16"/>
              </w:rPr>
              <w:t>17</w:t>
            </w:r>
            <w:proofErr w:type="gramEnd"/>
            <w:r w:rsidR="000B2D1E" w:rsidRPr="00963741">
              <w:rPr>
                <w:rFonts w:ascii="Arial" w:hAnsi="Arial" w:cs="Arial"/>
                <w:position w:val="-4"/>
                <w:sz w:val="16"/>
                <w:szCs w:val="16"/>
              </w:rPr>
              <w:t>, comma 1 lettera a) e 28 (D.Lgs. 81/2008);</w:t>
            </w:r>
          </w:p>
          <w:p w14:paraId="29CF62B7" w14:textId="77777777" w:rsidR="003C284A" w:rsidRPr="00E80D58" w:rsidRDefault="003C284A" w:rsidP="003C284A">
            <w:pPr>
              <w:rPr>
                <w:rFonts w:ascii="Arial" w:hAnsi="Arial" w:cs="Arial"/>
                <w:position w:val="-4"/>
                <w:sz w:val="16"/>
                <w:szCs w:val="16"/>
              </w:rPr>
            </w:pPr>
          </w:p>
        </w:tc>
        <w:tc>
          <w:tcPr>
            <w:tcW w:w="1907" w:type="pct"/>
            <w:tcBorders>
              <w:bottom w:val="nil"/>
            </w:tcBorders>
          </w:tcPr>
          <w:p w14:paraId="6B575273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7C75E14" w14:textId="77777777" w:rsidR="00116020" w:rsidRPr="00476769" w:rsidRDefault="00116020" w:rsidP="0011602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76769">
              <w:rPr>
                <w:rFonts w:ascii="Arial" w:hAnsi="Arial" w:cs="Arial"/>
                <w:sz w:val="16"/>
                <w:szCs w:val="16"/>
              </w:rPr>
              <w:t>Data del documento</w:t>
            </w:r>
          </w:p>
          <w:p w14:paraId="140AC68C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8" w:type="pct"/>
            <w:tcBorders>
              <w:bottom w:val="nil"/>
            </w:tcBorders>
          </w:tcPr>
          <w:p w14:paraId="5808F978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5E1D326" w14:textId="77777777" w:rsidR="00116020" w:rsidRPr="00476769" w:rsidRDefault="00116020" w:rsidP="00116020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47676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47676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476769">
              <w:rPr>
                <w:rFonts w:ascii="Arial" w:hAnsi="Arial" w:cs="Arial"/>
                <w:sz w:val="16"/>
                <w:szCs w:val="16"/>
              </w:rPr>
            </w:r>
            <w:r w:rsidRPr="00476769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476769">
              <w:rPr>
                <w:rFonts w:ascii="Arial" w:hAnsi="Arial" w:cs="Arial"/>
                <w:sz w:val="16"/>
                <w:szCs w:val="16"/>
              </w:rPr>
              <w:t xml:space="preserve"> Si</w:t>
            </w:r>
          </w:p>
          <w:p w14:paraId="7C6FA7F2" w14:textId="036E3F3C" w:rsidR="003C284A" w:rsidRPr="00E80D58" w:rsidRDefault="00116020" w:rsidP="00116020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47676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47676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476769">
              <w:rPr>
                <w:rFonts w:ascii="Arial" w:hAnsi="Arial" w:cs="Arial"/>
                <w:sz w:val="16"/>
                <w:szCs w:val="16"/>
              </w:rPr>
            </w:r>
            <w:r w:rsidRPr="00476769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476769"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C284A" w:rsidRPr="00E80D58" w14:paraId="3F8A5B60" w14:textId="77777777" w:rsidTr="00116020">
        <w:tc>
          <w:tcPr>
            <w:tcW w:w="2041" w:type="pct"/>
            <w:tcBorders>
              <w:top w:val="single" w:sz="4" w:space="0" w:color="auto"/>
            </w:tcBorders>
          </w:tcPr>
          <w:p w14:paraId="7CA0260F" w14:textId="77777777" w:rsidR="003C284A" w:rsidRPr="00476769" w:rsidRDefault="003C284A" w:rsidP="003C284A">
            <w:pPr>
              <w:ind w:left="34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2DB5128" w14:textId="1947ADCD" w:rsidR="003C284A" w:rsidRPr="00476769" w:rsidRDefault="003C284A" w:rsidP="003C284A">
            <w:pPr>
              <w:ind w:left="340"/>
              <w:rPr>
                <w:rFonts w:ascii="Arial" w:hAnsi="Arial" w:cs="Arial"/>
                <w:position w:val="-4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</w:tcBorders>
          </w:tcPr>
          <w:p w14:paraId="52C543A5" w14:textId="77777777" w:rsidR="003C284A" w:rsidRPr="00476769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4C10228" w14:textId="7F59D856" w:rsidR="003C284A" w:rsidRPr="00476769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76769">
              <w:rPr>
                <w:rFonts w:ascii="Arial" w:hAnsi="Arial" w:cs="Arial"/>
                <w:sz w:val="16"/>
                <w:szCs w:val="16"/>
              </w:rPr>
              <w:t>Eventuale adozione di un modello di organi</w:t>
            </w:r>
            <w:r w:rsidRPr="00476769">
              <w:rPr>
                <w:rFonts w:ascii="Arial" w:hAnsi="Arial" w:cs="Arial"/>
                <w:sz w:val="16"/>
                <w:szCs w:val="16"/>
              </w:rPr>
              <w:t>z</w:t>
            </w:r>
            <w:r w:rsidRPr="00476769">
              <w:rPr>
                <w:rFonts w:ascii="Arial" w:hAnsi="Arial" w:cs="Arial"/>
                <w:sz w:val="16"/>
                <w:szCs w:val="16"/>
              </w:rPr>
              <w:t>zazione aziendale di cui all’art</w:t>
            </w:r>
            <w:proofErr w:type="gramEnd"/>
            <w:r w:rsidRPr="00476769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gramStart"/>
            <w:r w:rsidRPr="00476769">
              <w:rPr>
                <w:rFonts w:ascii="Arial" w:hAnsi="Arial" w:cs="Arial"/>
                <w:sz w:val="16"/>
                <w:szCs w:val="16"/>
              </w:rPr>
              <w:t>30 comma 5</w:t>
            </w:r>
            <w:proofErr w:type="gramEnd"/>
            <w:r w:rsidRPr="00476769">
              <w:rPr>
                <w:rFonts w:ascii="Arial" w:hAnsi="Arial" w:cs="Arial"/>
                <w:sz w:val="16"/>
                <w:szCs w:val="16"/>
              </w:rPr>
              <w:t xml:space="preserve"> (Linee guida UNI-INAIL per un sistema di gestione della salute e sicurezza sul lavoro (SGSL) del 28 settembre </w:t>
            </w:r>
            <w:r w:rsidRPr="009E7614">
              <w:rPr>
                <w:rFonts w:ascii="Arial" w:hAnsi="Arial" w:cs="Arial"/>
                <w:sz w:val="16"/>
                <w:szCs w:val="16"/>
              </w:rPr>
              <w:t>2001 o al British Standard OHSAS 18001:2007</w:t>
            </w:r>
            <w:r w:rsidR="00963741" w:rsidRPr="009E7614">
              <w:rPr>
                <w:rFonts w:ascii="Arial" w:hAnsi="Arial" w:cs="Arial"/>
                <w:sz w:val="16"/>
                <w:szCs w:val="16"/>
              </w:rPr>
              <w:t xml:space="preserve"> oppure ISO 45001</w:t>
            </w:r>
            <w:r w:rsidRPr="009E7614">
              <w:rPr>
                <w:rFonts w:ascii="Arial" w:hAnsi="Arial" w:cs="Arial"/>
                <w:sz w:val="16"/>
                <w:szCs w:val="16"/>
              </w:rPr>
              <w:t>) – se del caso es</w:t>
            </w:r>
            <w:r w:rsidRPr="00476769">
              <w:rPr>
                <w:rFonts w:ascii="Arial" w:hAnsi="Arial" w:cs="Arial"/>
                <w:sz w:val="16"/>
                <w:szCs w:val="16"/>
              </w:rPr>
              <w:t>ibire un certificato.</w:t>
            </w:r>
          </w:p>
        </w:tc>
        <w:tc>
          <w:tcPr>
            <w:tcW w:w="1048" w:type="pct"/>
            <w:tcBorders>
              <w:top w:val="single" w:sz="4" w:space="0" w:color="auto"/>
            </w:tcBorders>
          </w:tcPr>
          <w:p w14:paraId="67AB99F1" w14:textId="77777777" w:rsidR="003C284A" w:rsidRPr="00476769" w:rsidRDefault="003C284A" w:rsidP="00C32686">
            <w:pPr>
              <w:tabs>
                <w:tab w:val="left" w:pos="4232"/>
              </w:tabs>
              <w:ind w:right="71"/>
              <w:rPr>
                <w:rFonts w:ascii="Arial" w:hAnsi="Arial" w:cs="Arial"/>
                <w:sz w:val="16"/>
                <w:szCs w:val="16"/>
              </w:rPr>
            </w:pPr>
          </w:p>
          <w:p w14:paraId="3D3D9083" w14:textId="77777777" w:rsidR="003C284A" w:rsidRPr="00476769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47676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47676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476769">
              <w:rPr>
                <w:rFonts w:ascii="Arial" w:hAnsi="Arial" w:cs="Arial"/>
                <w:sz w:val="16"/>
                <w:szCs w:val="16"/>
              </w:rPr>
            </w:r>
            <w:r w:rsidRPr="00476769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476769">
              <w:rPr>
                <w:rFonts w:ascii="Arial" w:hAnsi="Arial" w:cs="Arial"/>
                <w:sz w:val="16"/>
                <w:szCs w:val="16"/>
              </w:rPr>
              <w:t xml:space="preserve"> Si</w:t>
            </w:r>
          </w:p>
          <w:p w14:paraId="7DDDC2E2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47676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47676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476769">
              <w:rPr>
                <w:rFonts w:ascii="Arial" w:hAnsi="Arial" w:cs="Arial"/>
                <w:sz w:val="16"/>
                <w:szCs w:val="16"/>
              </w:rPr>
            </w:r>
            <w:r w:rsidRPr="00476769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476769"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C284A" w:rsidRPr="00E80D58" w14:paraId="75343815" w14:textId="77777777" w:rsidTr="00116020">
        <w:tc>
          <w:tcPr>
            <w:tcW w:w="2041" w:type="pct"/>
          </w:tcPr>
          <w:p w14:paraId="5A913367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E1E6DA1" w14:textId="77777777" w:rsidR="003C284A" w:rsidRPr="00E80D58" w:rsidRDefault="003C284A" w:rsidP="003C284A">
            <w:pPr>
              <w:numPr>
                <w:ilvl w:val="1"/>
                <w:numId w:val="3"/>
              </w:numPr>
              <w:rPr>
                <w:rFonts w:ascii="Arial" w:hAnsi="Arial" w:cs="Arial"/>
                <w:position w:val="-4"/>
                <w:sz w:val="16"/>
                <w:szCs w:val="16"/>
              </w:rPr>
            </w:pP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>data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 xml:space="preserve"> certa</w:t>
            </w:r>
          </w:p>
        </w:tc>
        <w:tc>
          <w:tcPr>
            <w:tcW w:w="1907" w:type="pct"/>
          </w:tcPr>
          <w:p w14:paraId="0F6DCD57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060BD70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 xml:space="preserve">Verificare data del documento </w:t>
            </w:r>
          </w:p>
        </w:tc>
        <w:tc>
          <w:tcPr>
            <w:tcW w:w="1051" w:type="pct"/>
          </w:tcPr>
          <w:p w14:paraId="026B2AB2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A504695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Si</w:t>
            </w:r>
          </w:p>
          <w:p w14:paraId="6451A8F5" w14:textId="77777777" w:rsidR="003C284A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  <w:p w14:paraId="34B09440" w14:textId="77777777" w:rsidR="00C32686" w:rsidRPr="00E80D58" w:rsidRDefault="00C32686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284A" w:rsidRPr="00E80D58" w14:paraId="1FFB0367" w14:textId="77777777" w:rsidTr="00116020">
        <w:tc>
          <w:tcPr>
            <w:tcW w:w="2041" w:type="pct"/>
          </w:tcPr>
          <w:p w14:paraId="2BCBA4FC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F587FDA" w14:textId="77777777" w:rsidR="003C284A" w:rsidRPr="00E80D58" w:rsidRDefault="003C284A" w:rsidP="003C284A">
            <w:pPr>
              <w:numPr>
                <w:ilvl w:val="1"/>
                <w:numId w:val="3"/>
              </w:numPr>
              <w:jc w:val="both"/>
              <w:rPr>
                <w:rFonts w:ascii="Arial" w:hAnsi="Arial" w:cs="Arial"/>
                <w:position w:val="-4"/>
                <w:sz w:val="16"/>
                <w:szCs w:val="16"/>
              </w:rPr>
            </w:pP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>una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 xml:space="preserve"> relazione sulla valutazione di tutti i r</w:t>
            </w:r>
            <w:r w:rsidRPr="00E80D58">
              <w:rPr>
                <w:rFonts w:ascii="Arial" w:hAnsi="Arial" w:cs="Arial"/>
                <w:sz w:val="16"/>
                <w:szCs w:val="16"/>
              </w:rPr>
              <w:t>i</w:t>
            </w:r>
            <w:r w:rsidRPr="00E80D58">
              <w:rPr>
                <w:rFonts w:ascii="Arial" w:hAnsi="Arial" w:cs="Arial"/>
                <w:sz w:val="16"/>
                <w:szCs w:val="16"/>
              </w:rPr>
              <w:t>schi per la sicurezza e la salute durante l’attività lavorativa, nella quale siano sp</w:t>
            </w:r>
            <w:r w:rsidRPr="00E80D58">
              <w:rPr>
                <w:rFonts w:ascii="Arial" w:hAnsi="Arial" w:cs="Arial"/>
                <w:sz w:val="16"/>
                <w:szCs w:val="16"/>
              </w:rPr>
              <w:t>e</w:t>
            </w:r>
            <w:r w:rsidRPr="00E80D58">
              <w:rPr>
                <w:rFonts w:ascii="Arial" w:hAnsi="Arial" w:cs="Arial"/>
                <w:sz w:val="16"/>
                <w:szCs w:val="16"/>
              </w:rPr>
              <w:t>cificati i criteri adottati per la valutazione stessa;</w:t>
            </w:r>
          </w:p>
          <w:p w14:paraId="312DC2B6" w14:textId="77777777" w:rsidR="003C284A" w:rsidRPr="00E80D58" w:rsidRDefault="003C284A" w:rsidP="003C284A">
            <w:pPr>
              <w:ind w:left="340"/>
              <w:rPr>
                <w:rFonts w:ascii="Arial" w:hAnsi="Arial" w:cs="Arial"/>
                <w:position w:val="-4"/>
                <w:sz w:val="16"/>
                <w:szCs w:val="16"/>
              </w:rPr>
            </w:pPr>
          </w:p>
        </w:tc>
        <w:tc>
          <w:tcPr>
            <w:tcW w:w="1907" w:type="pct"/>
          </w:tcPr>
          <w:p w14:paraId="3E852A31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39384FA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Rischi valutati: attinenza con settore edile</w:t>
            </w: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>(a titolo esemplificativo: caduta dall’alto, seppe</w:t>
            </w:r>
            <w:r w:rsidRPr="00E80D58">
              <w:rPr>
                <w:rFonts w:ascii="Arial" w:hAnsi="Arial" w:cs="Arial"/>
                <w:sz w:val="16"/>
                <w:szCs w:val="16"/>
              </w:rPr>
              <w:t>l</w:t>
            </w:r>
            <w:r w:rsidRPr="00E80D58">
              <w:rPr>
                <w:rFonts w:ascii="Arial" w:hAnsi="Arial" w:cs="Arial"/>
                <w:sz w:val="16"/>
                <w:szCs w:val="16"/>
              </w:rPr>
              <w:t>limento, rumore, vibrazioni, chimico, elettrico, incendio, movimentazione dei carichi ecc…)</w:t>
            </w:r>
          </w:p>
        </w:tc>
        <w:tc>
          <w:tcPr>
            <w:tcW w:w="1051" w:type="pct"/>
            <w:vAlign w:val="center"/>
          </w:tcPr>
          <w:p w14:paraId="0D6141E4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="00FF5CE8">
              <w:rPr>
                <w:rFonts w:ascii="Arial" w:hAnsi="Arial" w:cs="Arial"/>
                <w:sz w:val="16"/>
                <w:szCs w:val="16"/>
              </w:rPr>
              <w:t>presente</w:t>
            </w:r>
            <w:proofErr w:type="gramEnd"/>
          </w:p>
          <w:p w14:paraId="67297DD9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Non </w:t>
            </w:r>
            <w:r w:rsidR="00FF5CE8">
              <w:rPr>
                <w:rFonts w:ascii="Arial" w:hAnsi="Arial" w:cs="Arial"/>
                <w:sz w:val="16"/>
                <w:szCs w:val="16"/>
              </w:rPr>
              <w:t>presente</w:t>
            </w:r>
          </w:p>
          <w:p w14:paraId="3DCDEC9C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284A" w:rsidRPr="00E80D58" w14:paraId="0239FCF3" w14:textId="77777777" w:rsidTr="00116020">
        <w:tc>
          <w:tcPr>
            <w:tcW w:w="2041" w:type="pct"/>
          </w:tcPr>
          <w:p w14:paraId="15B0810E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BBE3B04" w14:textId="77777777" w:rsidR="003C284A" w:rsidRPr="00E80D58" w:rsidRDefault="003C284A" w:rsidP="003C284A">
            <w:pPr>
              <w:numPr>
                <w:ilvl w:val="1"/>
                <w:numId w:val="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>indicazione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 xml:space="preserve"> delle misure di prevenzione e di protezione attuate e dei dispositivi di </w:t>
            </w:r>
            <w:r w:rsidRPr="00E80D58">
              <w:rPr>
                <w:rFonts w:ascii="Arial" w:hAnsi="Arial" w:cs="Arial"/>
                <w:sz w:val="16"/>
                <w:szCs w:val="16"/>
              </w:rPr>
              <w:lastRenderedPageBreak/>
              <w:t>protezione individuali adottati, a seguito della valutazione;</w:t>
            </w:r>
          </w:p>
          <w:p w14:paraId="4BEAF5EC" w14:textId="77777777" w:rsidR="003C284A" w:rsidRPr="00E80D58" w:rsidRDefault="003C284A" w:rsidP="003C284A">
            <w:pPr>
              <w:ind w:left="3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pct"/>
          </w:tcPr>
          <w:p w14:paraId="2F53B51A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FE9471D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Verifica “incrociata” con i rischi prima evide</w:t>
            </w:r>
            <w:r w:rsidRPr="00E80D58">
              <w:rPr>
                <w:rFonts w:ascii="Arial" w:hAnsi="Arial" w:cs="Arial"/>
                <w:sz w:val="16"/>
                <w:szCs w:val="16"/>
              </w:rPr>
              <w:t>n</w:t>
            </w:r>
            <w:r w:rsidRPr="00E80D58">
              <w:rPr>
                <w:rFonts w:ascii="Arial" w:hAnsi="Arial" w:cs="Arial"/>
                <w:sz w:val="16"/>
                <w:szCs w:val="16"/>
              </w:rPr>
              <w:t>ziati</w:t>
            </w:r>
          </w:p>
          <w:p w14:paraId="0359D7FD" w14:textId="77777777" w:rsidR="003C284A" w:rsidRPr="00E80D58" w:rsidRDefault="003C284A" w:rsidP="003C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51" w:type="pct"/>
            <w:vAlign w:val="center"/>
          </w:tcPr>
          <w:p w14:paraId="39577712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8BFBE15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="00FF5CE8">
              <w:rPr>
                <w:rFonts w:ascii="Arial" w:hAnsi="Arial" w:cs="Arial"/>
                <w:sz w:val="16"/>
                <w:szCs w:val="16"/>
              </w:rPr>
              <w:t>presente</w:t>
            </w:r>
            <w:proofErr w:type="gramEnd"/>
          </w:p>
          <w:p w14:paraId="5EEBF5CE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Non </w:t>
            </w:r>
            <w:r w:rsidR="00FF5CE8">
              <w:rPr>
                <w:rFonts w:ascii="Arial" w:hAnsi="Arial" w:cs="Arial"/>
                <w:sz w:val="16"/>
                <w:szCs w:val="16"/>
              </w:rPr>
              <w:t>presente</w:t>
            </w:r>
          </w:p>
          <w:p w14:paraId="1D41D94C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284A" w:rsidRPr="00E80D58" w14:paraId="1323DE32" w14:textId="77777777" w:rsidTr="00116020">
        <w:tc>
          <w:tcPr>
            <w:tcW w:w="2041" w:type="pct"/>
          </w:tcPr>
          <w:p w14:paraId="6B7FB219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5A99C92" w14:textId="77777777" w:rsidR="003C284A" w:rsidRPr="00E80D58" w:rsidRDefault="003C284A" w:rsidP="003C284A">
            <w:pPr>
              <w:numPr>
                <w:ilvl w:val="1"/>
                <w:numId w:val="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>il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 xml:space="preserve"> programma delle misure ritenute oppo</w:t>
            </w:r>
            <w:r w:rsidRPr="00E80D58">
              <w:rPr>
                <w:rFonts w:ascii="Arial" w:hAnsi="Arial" w:cs="Arial"/>
                <w:sz w:val="16"/>
                <w:szCs w:val="16"/>
              </w:rPr>
              <w:t>r</w:t>
            </w:r>
            <w:r w:rsidRPr="00E80D58">
              <w:rPr>
                <w:rFonts w:ascii="Arial" w:hAnsi="Arial" w:cs="Arial"/>
                <w:sz w:val="16"/>
                <w:szCs w:val="16"/>
              </w:rPr>
              <w:t>tune per garantire il miglioramento nel tempo dei livelli di sicurezza;</w:t>
            </w:r>
          </w:p>
        </w:tc>
        <w:tc>
          <w:tcPr>
            <w:tcW w:w="1907" w:type="pct"/>
          </w:tcPr>
          <w:p w14:paraId="1CE04AA4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6E8398C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>Eventuale formazione dei lavoratori, adegu</w:t>
            </w:r>
            <w:r w:rsidRPr="00E80D58">
              <w:rPr>
                <w:rFonts w:ascii="Arial" w:hAnsi="Arial" w:cs="Arial"/>
                <w:sz w:val="16"/>
                <w:szCs w:val="16"/>
              </w:rPr>
              <w:t>a</w:t>
            </w:r>
            <w:r w:rsidRPr="00E80D58">
              <w:rPr>
                <w:rFonts w:ascii="Arial" w:hAnsi="Arial" w:cs="Arial"/>
                <w:sz w:val="16"/>
                <w:szCs w:val="16"/>
              </w:rPr>
              <w:t>mento delle attrezzature, procedure organizz</w:t>
            </w:r>
            <w:r w:rsidRPr="00E80D58">
              <w:rPr>
                <w:rFonts w:ascii="Arial" w:hAnsi="Arial" w:cs="Arial"/>
                <w:sz w:val="16"/>
                <w:szCs w:val="16"/>
              </w:rPr>
              <w:t>a</w:t>
            </w:r>
            <w:r w:rsidRPr="00E80D58">
              <w:rPr>
                <w:rFonts w:ascii="Arial" w:hAnsi="Arial" w:cs="Arial"/>
                <w:sz w:val="16"/>
                <w:szCs w:val="16"/>
              </w:rPr>
              <w:t>tive, riunioni periodiche e relativi verbali</w:t>
            </w:r>
            <w:proofErr w:type="gramEnd"/>
          </w:p>
          <w:p w14:paraId="25F49CA6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pct"/>
            <w:vAlign w:val="center"/>
          </w:tcPr>
          <w:p w14:paraId="342A4CF8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="00FF5CE8">
              <w:rPr>
                <w:rFonts w:ascii="Arial" w:hAnsi="Arial" w:cs="Arial"/>
                <w:sz w:val="16"/>
                <w:szCs w:val="16"/>
              </w:rPr>
              <w:t>presente</w:t>
            </w:r>
            <w:proofErr w:type="gramEnd"/>
          </w:p>
          <w:p w14:paraId="55D79691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Non </w:t>
            </w:r>
            <w:r w:rsidR="00FF5CE8">
              <w:rPr>
                <w:rFonts w:ascii="Arial" w:hAnsi="Arial" w:cs="Arial"/>
                <w:sz w:val="16"/>
                <w:szCs w:val="16"/>
              </w:rPr>
              <w:t>presente</w:t>
            </w:r>
          </w:p>
          <w:p w14:paraId="4AB815A9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284A" w:rsidRPr="00E80D58" w14:paraId="69B94B2B" w14:textId="77777777" w:rsidTr="00116020">
        <w:tc>
          <w:tcPr>
            <w:tcW w:w="2041" w:type="pct"/>
          </w:tcPr>
          <w:p w14:paraId="7BBFAEA6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20FE9EC" w14:textId="77777777" w:rsidR="003C284A" w:rsidRPr="00E80D58" w:rsidRDefault="003C284A" w:rsidP="003C284A">
            <w:pPr>
              <w:numPr>
                <w:ilvl w:val="1"/>
                <w:numId w:val="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>l’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>individuazione delle procedure per l’attuazione delle misure da realizzare, nonché dei ruoli dell’organizzazione aziendale che vi debbono provvedere, a cui devono essere assegnati unicamente soggetti in possesso di adeguate comp</w:t>
            </w:r>
            <w:r w:rsidRPr="00E80D58">
              <w:rPr>
                <w:rFonts w:ascii="Arial" w:hAnsi="Arial" w:cs="Arial"/>
                <w:sz w:val="16"/>
                <w:szCs w:val="16"/>
              </w:rPr>
              <w:t>e</w:t>
            </w:r>
            <w:r w:rsidRPr="00E80D58">
              <w:rPr>
                <w:rFonts w:ascii="Arial" w:hAnsi="Arial" w:cs="Arial"/>
                <w:sz w:val="16"/>
                <w:szCs w:val="16"/>
              </w:rPr>
              <w:t>tenze e poteri;</w:t>
            </w:r>
          </w:p>
          <w:p w14:paraId="178DE0B2" w14:textId="77777777" w:rsidR="003C284A" w:rsidRPr="00E80D58" w:rsidRDefault="003C284A" w:rsidP="003C284A">
            <w:pPr>
              <w:ind w:left="3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pct"/>
          </w:tcPr>
          <w:p w14:paraId="639C3C3C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8F1DDF6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Organigramma aziendale in materia di sic</w:t>
            </w:r>
            <w:r w:rsidRPr="00E80D58">
              <w:rPr>
                <w:rFonts w:ascii="Arial" w:hAnsi="Arial" w:cs="Arial"/>
                <w:sz w:val="16"/>
                <w:szCs w:val="16"/>
              </w:rPr>
              <w:t>u</w:t>
            </w:r>
            <w:r w:rsidRPr="00E80D58">
              <w:rPr>
                <w:rFonts w:ascii="Arial" w:hAnsi="Arial" w:cs="Arial"/>
                <w:sz w:val="16"/>
                <w:szCs w:val="16"/>
              </w:rPr>
              <w:t>rezza: datore di lavoro, RSPP, Medico comp</w:t>
            </w:r>
            <w:r w:rsidRPr="00E80D58">
              <w:rPr>
                <w:rFonts w:ascii="Arial" w:hAnsi="Arial" w:cs="Arial"/>
                <w:sz w:val="16"/>
                <w:szCs w:val="16"/>
              </w:rPr>
              <w:t>e</w:t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tente, RLS, </w:t>
            </w: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>addetti em</w:t>
            </w:r>
            <w:r w:rsidR="00CA76FE">
              <w:rPr>
                <w:rFonts w:ascii="Arial" w:hAnsi="Arial" w:cs="Arial"/>
                <w:sz w:val="16"/>
                <w:szCs w:val="16"/>
              </w:rPr>
              <w:t>e</w:t>
            </w:r>
            <w:r w:rsidRPr="00E80D58">
              <w:rPr>
                <w:rFonts w:ascii="Arial" w:hAnsi="Arial" w:cs="Arial"/>
                <w:sz w:val="16"/>
                <w:szCs w:val="16"/>
              </w:rPr>
              <w:t>rgenza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>, dirigenti, preposti ecc….</w:t>
            </w:r>
          </w:p>
          <w:p w14:paraId="31DD0348" w14:textId="77777777" w:rsidR="003C284A" w:rsidRPr="00E80D58" w:rsidRDefault="003C284A" w:rsidP="003C284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51" w:type="pct"/>
            <w:vAlign w:val="center"/>
          </w:tcPr>
          <w:p w14:paraId="06D39DA1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="00FF5CE8">
              <w:rPr>
                <w:rFonts w:ascii="Arial" w:hAnsi="Arial" w:cs="Arial"/>
                <w:sz w:val="16"/>
                <w:szCs w:val="16"/>
              </w:rPr>
              <w:t>presente</w:t>
            </w:r>
            <w:proofErr w:type="gramEnd"/>
          </w:p>
          <w:p w14:paraId="7F52CD00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Non </w:t>
            </w:r>
            <w:r w:rsidR="00FF5CE8">
              <w:rPr>
                <w:rFonts w:ascii="Arial" w:hAnsi="Arial" w:cs="Arial"/>
                <w:sz w:val="16"/>
                <w:szCs w:val="16"/>
              </w:rPr>
              <w:t>presente</w:t>
            </w:r>
          </w:p>
          <w:p w14:paraId="268F7CF3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284A" w:rsidRPr="00E80D58" w14:paraId="2AF04AC0" w14:textId="77777777" w:rsidTr="00116020">
        <w:tc>
          <w:tcPr>
            <w:tcW w:w="2041" w:type="pct"/>
          </w:tcPr>
          <w:p w14:paraId="039C02E1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485A91C" w14:textId="77777777" w:rsidR="003C284A" w:rsidRPr="00E80D58" w:rsidRDefault="003C284A" w:rsidP="003C284A">
            <w:pPr>
              <w:numPr>
                <w:ilvl w:val="1"/>
                <w:numId w:val="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>l’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>indicazione del nominativo del respons</w:t>
            </w:r>
            <w:r w:rsidRPr="00E80D58">
              <w:rPr>
                <w:rFonts w:ascii="Arial" w:hAnsi="Arial" w:cs="Arial"/>
                <w:sz w:val="16"/>
                <w:szCs w:val="16"/>
              </w:rPr>
              <w:t>a</w:t>
            </w:r>
            <w:r w:rsidRPr="00E80D58">
              <w:rPr>
                <w:rFonts w:ascii="Arial" w:hAnsi="Arial" w:cs="Arial"/>
                <w:sz w:val="16"/>
                <w:szCs w:val="16"/>
              </w:rPr>
              <w:t>bile del servizio di prevenzione e prot</w:t>
            </w:r>
            <w:r w:rsidRPr="00E80D58">
              <w:rPr>
                <w:rFonts w:ascii="Arial" w:hAnsi="Arial" w:cs="Arial"/>
                <w:sz w:val="16"/>
                <w:szCs w:val="16"/>
              </w:rPr>
              <w:t>e</w:t>
            </w:r>
            <w:r w:rsidRPr="00E80D58">
              <w:rPr>
                <w:rFonts w:ascii="Arial" w:hAnsi="Arial" w:cs="Arial"/>
                <w:sz w:val="16"/>
                <w:szCs w:val="16"/>
              </w:rPr>
              <w:t>zione, del rappresentante dei lavoratori per la sicurezza o di quello territoriale e del medico competente;</w:t>
            </w:r>
          </w:p>
        </w:tc>
        <w:tc>
          <w:tcPr>
            <w:tcW w:w="1907" w:type="pct"/>
          </w:tcPr>
          <w:p w14:paraId="13272CDC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6B54DA6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>Nominativi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 xml:space="preserve"> e requisiti:</w:t>
            </w:r>
          </w:p>
          <w:p w14:paraId="44708ECE" w14:textId="77777777" w:rsidR="003C284A" w:rsidRPr="00E80D58" w:rsidRDefault="003C284A" w:rsidP="003C284A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Responsabile del servizio di prevenzione e protezione</w:t>
            </w:r>
          </w:p>
          <w:p w14:paraId="2D2342D6" w14:textId="77777777" w:rsidR="003C284A" w:rsidRPr="00E80D58" w:rsidRDefault="003C284A" w:rsidP="003C284A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Rappresentante dei lavoratori per la sic</w:t>
            </w:r>
            <w:r w:rsidRPr="00E80D58">
              <w:rPr>
                <w:rFonts w:ascii="Arial" w:hAnsi="Arial" w:cs="Arial"/>
                <w:sz w:val="16"/>
                <w:szCs w:val="16"/>
              </w:rPr>
              <w:t>u</w:t>
            </w:r>
            <w:r w:rsidRPr="00E80D58">
              <w:rPr>
                <w:rFonts w:ascii="Arial" w:hAnsi="Arial" w:cs="Arial"/>
                <w:sz w:val="16"/>
                <w:szCs w:val="16"/>
              </w:rPr>
              <w:t>rezza o di quello territoriale</w:t>
            </w:r>
          </w:p>
          <w:p w14:paraId="3CC7E8F4" w14:textId="77777777" w:rsidR="003C284A" w:rsidRPr="00E80D58" w:rsidRDefault="003C284A" w:rsidP="003C284A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Medico competente</w:t>
            </w:r>
          </w:p>
          <w:p w14:paraId="5C40B0FB" w14:textId="77777777" w:rsidR="003C284A" w:rsidRPr="00E80D58" w:rsidRDefault="003C284A" w:rsidP="003C284A">
            <w:pPr>
              <w:ind w:left="5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pct"/>
          </w:tcPr>
          <w:p w14:paraId="7BAA38A2" w14:textId="77777777" w:rsidR="003C284A" w:rsidRPr="00E80D58" w:rsidRDefault="003C284A" w:rsidP="00C32686">
            <w:pPr>
              <w:tabs>
                <w:tab w:val="left" w:pos="4232"/>
              </w:tabs>
              <w:ind w:right="71"/>
              <w:rPr>
                <w:rFonts w:ascii="Arial" w:hAnsi="Arial" w:cs="Arial"/>
                <w:sz w:val="16"/>
                <w:szCs w:val="16"/>
              </w:rPr>
            </w:pPr>
          </w:p>
          <w:p w14:paraId="4C4B8BF2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Si</w:t>
            </w:r>
          </w:p>
          <w:p w14:paraId="0944AEBD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C284A" w:rsidRPr="00E80D58" w14:paraId="5C6FE040" w14:textId="77777777" w:rsidTr="00116020">
        <w:tc>
          <w:tcPr>
            <w:tcW w:w="2041" w:type="pct"/>
          </w:tcPr>
          <w:p w14:paraId="0D2190E9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F70632B" w14:textId="60F0B376" w:rsidR="003C284A" w:rsidRPr="00E80D58" w:rsidRDefault="003C284A" w:rsidP="003C284A">
            <w:pPr>
              <w:numPr>
                <w:ilvl w:val="1"/>
                <w:numId w:val="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>l’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>individuazione delle mansioni che eve</w:t>
            </w:r>
            <w:r w:rsidRPr="00E80D58">
              <w:rPr>
                <w:rFonts w:ascii="Arial" w:hAnsi="Arial" w:cs="Arial"/>
                <w:sz w:val="16"/>
                <w:szCs w:val="16"/>
              </w:rPr>
              <w:t>n</w:t>
            </w:r>
            <w:r w:rsidRPr="00E80D58">
              <w:rPr>
                <w:rFonts w:ascii="Arial" w:hAnsi="Arial" w:cs="Arial"/>
                <w:sz w:val="16"/>
                <w:szCs w:val="16"/>
              </w:rPr>
              <w:t>tualmente espongono i lavoratori a rischi specifici che richiedono una riconosciuta capacità professionale, specifica esp</w:t>
            </w:r>
            <w:r w:rsidRPr="00E80D58">
              <w:rPr>
                <w:rFonts w:ascii="Arial" w:hAnsi="Arial" w:cs="Arial"/>
                <w:sz w:val="16"/>
                <w:szCs w:val="16"/>
              </w:rPr>
              <w:t>e</w:t>
            </w:r>
            <w:r w:rsidRPr="00E80D58">
              <w:rPr>
                <w:rFonts w:ascii="Arial" w:hAnsi="Arial" w:cs="Arial"/>
                <w:sz w:val="16"/>
                <w:szCs w:val="16"/>
              </w:rPr>
              <w:t>rienza, adeguata formazione e addestr</w:t>
            </w:r>
            <w:r w:rsidRPr="00E80D58">
              <w:rPr>
                <w:rFonts w:ascii="Arial" w:hAnsi="Arial" w:cs="Arial"/>
                <w:sz w:val="16"/>
                <w:szCs w:val="16"/>
              </w:rPr>
              <w:t>a</w:t>
            </w:r>
            <w:r w:rsidRPr="00E80D58">
              <w:rPr>
                <w:rFonts w:ascii="Arial" w:hAnsi="Arial" w:cs="Arial"/>
                <w:sz w:val="16"/>
                <w:szCs w:val="16"/>
              </w:rPr>
              <w:t>mento.</w:t>
            </w:r>
          </w:p>
          <w:p w14:paraId="75994408" w14:textId="77777777" w:rsidR="003C284A" w:rsidRPr="00E80D58" w:rsidRDefault="003C284A" w:rsidP="003C284A">
            <w:pPr>
              <w:ind w:left="3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pct"/>
          </w:tcPr>
          <w:p w14:paraId="5BC0E25B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3D3D7D4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A titolo esemplificativo: ponteggista, gruista, macchine movimento terra, impianti elettrici in tensione</w:t>
            </w:r>
          </w:p>
        </w:tc>
        <w:tc>
          <w:tcPr>
            <w:tcW w:w="1051" w:type="pct"/>
          </w:tcPr>
          <w:p w14:paraId="410B894D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  <w:p w14:paraId="729F2C08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="00FF5CE8">
              <w:rPr>
                <w:rFonts w:ascii="Arial" w:hAnsi="Arial" w:cs="Arial"/>
                <w:sz w:val="16"/>
                <w:szCs w:val="16"/>
              </w:rPr>
              <w:t>presente</w:t>
            </w:r>
            <w:proofErr w:type="gramEnd"/>
          </w:p>
          <w:p w14:paraId="5F691FAC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E80D5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E80D58">
              <w:rPr>
                <w:rFonts w:ascii="Arial" w:hAnsi="Arial" w:cs="Arial"/>
                <w:sz w:val="16"/>
                <w:szCs w:val="16"/>
              </w:rPr>
            </w:r>
            <w:r w:rsidRPr="00E80D5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Non </w:t>
            </w:r>
            <w:r w:rsidR="00FF5CE8">
              <w:rPr>
                <w:rFonts w:ascii="Arial" w:hAnsi="Arial" w:cs="Arial"/>
                <w:sz w:val="16"/>
                <w:szCs w:val="16"/>
              </w:rPr>
              <w:t>presente</w:t>
            </w:r>
          </w:p>
          <w:p w14:paraId="5EF0F18F" w14:textId="77777777" w:rsidR="003C284A" w:rsidRPr="00E80D58" w:rsidRDefault="003C284A" w:rsidP="003C284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284A" w:rsidRPr="00E80D58" w14:paraId="419248B3" w14:textId="77777777" w:rsidTr="00116020">
        <w:tc>
          <w:tcPr>
            <w:tcW w:w="2041" w:type="pct"/>
          </w:tcPr>
          <w:p w14:paraId="11B8A13E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AFAE744" w14:textId="09B18398" w:rsidR="003C284A" w:rsidRPr="00E80D58" w:rsidRDefault="003C284A" w:rsidP="003C284A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>Documento unico di regolarità contributiva (DURC)</w:t>
            </w:r>
            <w:r w:rsidR="000B2D1E">
              <w:rPr>
                <w:rFonts w:ascii="Arial" w:hAnsi="Arial" w:cs="Arial"/>
                <w:position w:val="-4"/>
                <w:sz w:val="16"/>
                <w:szCs w:val="16"/>
              </w:rPr>
              <w:t xml:space="preserve"> </w:t>
            </w:r>
          </w:p>
          <w:p w14:paraId="16870AC0" w14:textId="77777777" w:rsidR="003C284A" w:rsidRPr="00E80D58" w:rsidRDefault="003C284A" w:rsidP="003C284A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907" w:type="pct"/>
          </w:tcPr>
          <w:p w14:paraId="730E7560" w14:textId="53611A26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5B42291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 xml:space="preserve">Validità </w:t>
            </w:r>
            <w:r w:rsidR="00407709">
              <w:rPr>
                <w:rFonts w:ascii="Arial" w:hAnsi="Arial" w:cs="Arial"/>
                <w:sz w:val="16"/>
                <w:szCs w:val="16"/>
              </w:rPr>
              <w:t>120</w:t>
            </w:r>
            <w:r w:rsidRPr="00E80D58">
              <w:rPr>
                <w:rFonts w:ascii="Arial" w:hAnsi="Arial" w:cs="Arial"/>
                <w:sz w:val="16"/>
                <w:szCs w:val="16"/>
              </w:rPr>
              <w:t xml:space="preserve"> gg </w:t>
            </w:r>
          </w:p>
        </w:tc>
        <w:tc>
          <w:tcPr>
            <w:tcW w:w="1051" w:type="pct"/>
          </w:tcPr>
          <w:p w14:paraId="0CB9EA60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A9F0511" w14:textId="77777777" w:rsidR="003C284A" w:rsidRPr="00E80D58" w:rsidRDefault="003C284A" w:rsidP="003C284A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Competenza settore amministrativo</w:t>
            </w:r>
          </w:p>
        </w:tc>
      </w:tr>
      <w:tr w:rsidR="003C284A" w:rsidRPr="00E80D58" w14:paraId="5EE8B03F" w14:textId="77777777" w:rsidTr="00116020">
        <w:tc>
          <w:tcPr>
            <w:tcW w:w="2041" w:type="pct"/>
          </w:tcPr>
          <w:p w14:paraId="4F350343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AA2DA47" w14:textId="77777777" w:rsidR="003C284A" w:rsidRDefault="003C284A" w:rsidP="003C284A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position w:val="-4"/>
                <w:sz w:val="16"/>
                <w:szCs w:val="16"/>
              </w:rPr>
            </w:pPr>
            <w:proofErr w:type="gramStart"/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>Dichiarazione di non essere oggetto di pro</w:t>
            </w:r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>v</w:t>
            </w:r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 xml:space="preserve">vedimenti di sospensione o </w:t>
            </w:r>
            <w:r w:rsidR="00CA76FE" w:rsidRPr="00E80D58">
              <w:rPr>
                <w:rFonts w:ascii="Arial" w:hAnsi="Arial" w:cs="Arial"/>
                <w:position w:val="-4"/>
                <w:sz w:val="16"/>
                <w:szCs w:val="16"/>
              </w:rPr>
              <w:t>inverditivi</w:t>
            </w:r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 xml:space="preserve"> di cui all’art</w:t>
            </w:r>
            <w:proofErr w:type="gramEnd"/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>. 14 del</w:t>
            </w:r>
            <w:r>
              <w:rPr>
                <w:rFonts w:ascii="Arial" w:hAnsi="Arial" w:cs="Arial"/>
                <w:position w:val="-4"/>
                <w:sz w:val="16"/>
                <w:szCs w:val="16"/>
              </w:rPr>
              <w:t xml:space="preserve"> testo unico </w:t>
            </w:r>
            <w:proofErr w:type="gramStart"/>
            <w:r>
              <w:rPr>
                <w:rFonts w:ascii="Arial" w:hAnsi="Arial" w:cs="Arial"/>
                <w:position w:val="-4"/>
                <w:sz w:val="16"/>
                <w:szCs w:val="16"/>
              </w:rPr>
              <w:t>(</w:t>
            </w:r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 xml:space="preserve"> </w:t>
            </w:r>
            <w:proofErr w:type="gramEnd"/>
            <w:r w:rsidRPr="00E80D58">
              <w:rPr>
                <w:rFonts w:ascii="Arial" w:hAnsi="Arial" w:cs="Arial"/>
                <w:position w:val="-4"/>
                <w:sz w:val="16"/>
                <w:szCs w:val="16"/>
              </w:rPr>
              <w:t>D.Lgs. 81/2008</w:t>
            </w:r>
            <w:r>
              <w:rPr>
                <w:rFonts w:ascii="Arial" w:hAnsi="Arial" w:cs="Arial"/>
                <w:position w:val="-4"/>
                <w:sz w:val="16"/>
                <w:szCs w:val="16"/>
              </w:rPr>
              <w:t>)</w:t>
            </w:r>
            <w:r w:rsidR="000B2D1E">
              <w:rPr>
                <w:rFonts w:ascii="Arial" w:hAnsi="Arial" w:cs="Arial"/>
                <w:position w:val="-4"/>
                <w:sz w:val="16"/>
                <w:szCs w:val="16"/>
              </w:rPr>
              <w:t xml:space="preserve"> </w:t>
            </w:r>
          </w:p>
          <w:p w14:paraId="23FBC7AE" w14:textId="2764A1E0" w:rsidR="00116020" w:rsidRPr="00E80D58" w:rsidRDefault="00116020" w:rsidP="00116020">
            <w:pPr>
              <w:ind w:left="340"/>
              <w:jc w:val="both"/>
              <w:rPr>
                <w:rFonts w:ascii="Arial" w:hAnsi="Arial" w:cs="Arial"/>
                <w:position w:val="-4"/>
                <w:sz w:val="16"/>
                <w:szCs w:val="16"/>
              </w:rPr>
            </w:pPr>
          </w:p>
        </w:tc>
        <w:tc>
          <w:tcPr>
            <w:tcW w:w="1907" w:type="pct"/>
          </w:tcPr>
          <w:p w14:paraId="3FCB0AEA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D283116" w14:textId="77777777" w:rsidR="003C284A" w:rsidRPr="00E80D58" w:rsidRDefault="003C284A" w:rsidP="003C284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 xml:space="preserve">Dichiarazione datore di lavoro </w:t>
            </w:r>
            <w:proofErr w:type="gramStart"/>
            <w:r w:rsidRPr="00E80D58">
              <w:rPr>
                <w:rFonts w:ascii="Arial" w:hAnsi="Arial" w:cs="Arial"/>
                <w:sz w:val="16"/>
                <w:szCs w:val="16"/>
              </w:rPr>
              <w:t>relativa all’</w:t>
            </w:r>
            <w:proofErr w:type="gramEnd"/>
            <w:r w:rsidRPr="00E80D58">
              <w:rPr>
                <w:rFonts w:ascii="Arial" w:hAnsi="Arial" w:cs="Arial"/>
                <w:sz w:val="16"/>
                <w:szCs w:val="16"/>
              </w:rPr>
              <w:t>opera specifica</w:t>
            </w:r>
          </w:p>
        </w:tc>
        <w:tc>
          <w:tcPr>
            <w:tcW w:w="1051" w:type="pct"/>
          </w:tcPr>
          <w:p w14:paraId="6B6E8A39" w14:textId="77777777" w:rsidR="00C32686" w:rsidRDefault="00C32686" w:rsidP="00C326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9EFC86C" w14:textId="77777777" w:rsidR="003C284A" w:rsidRPr="00E80D58" w:rsidRDefault="003C284A" w:rsidP="003C284A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</w:rPr>
            </w:pPr>
            <w:r w:rsidRPr="00E80D58">
              <w:rPr>
                <w:rFonts w:ascii="Arial" w:hAnsi="Arial" w:cs="Arial"/>
                <w:sz w:val="16"/>
                <w:szCs w:val="16"/>
              </w:rPr>
              <w:t>Competenza settore amministrativo</w:t>
            </w:r>
          </w:p>
        </w:tc>
      </w:tr>
    </w:tbl>
    <w:p w14:paraId="1FBE5900" w14:textId="77777777" w:rsidR="003C284A" w:rsidRPr="00E80D58" w:rsidRDefault="003C284A" w:rsidP="003C284A">
      <w:pPr>
        <w:spacing w:line="360" w:lineRule="auto"/>
        <w:jc w:val="both"/>
        <w:rPr>
          <w:rFonts w:ascii="Arial" w:hAnsi="Arial" w:cs="Arial"/>
          <w:snapToGrid w:val="0"/>
          <w:sz w:val="16"/>
          <w:szCs w:val="16"/>
        </w:rPr>
      </w:pPr>
    </w:p>
    <w:p w14:paraId="64690EFE" w14:textId="77777777" w:rsidR="003C284A" w:rsidRPr="00E80D58" w:rsidRDefault="003C284A" w:rsidP="003C284A">
      <w:pPr>
        <w:spacing w:line="360" w:lineRule="auto"/>
        <w:jc w:val="both"/>
        <w:rPr>
          <w:rFonts w:ascii="Arial" w:hAnsi="Arial" w:cs="Arial"/>
          <w:snapToGrid w:val="0"/>
          <w:sz w:val="16"/>
          <w:szCs w:val="16"/>
        </w:rPr>
      </w:pPr>
      <w:r w:rsidRPr="00E80D58">
        <w:rPr>
          <w:rFonts w:ascii="Arial" w:hAnsi="Arial" w:cs="Arial"/>
          <w:snapToGrid w:val="0"/>
          <w:sz w:val="16"/>
          <w:szCs w:val="16"/>
        </w:rPr>
        <w:t>Sentiti i presenti in merito alla documentazione esibita dall’</w:t>
      </w:r>
      <w:r>
        <w:rPr>
          <w:rFonts w:ascii="Arial" w:hAnsi="Arial" w:cs="Arial"/>
          <w:snapToGrid w:val="0"/>
          <w:sz w:val="16"/>
          <w:szCs w:val="16"/>
        </w:rPr>
        <w:t>appaltatore</w:t>
      </w:r>
      <w:r w:rsidRPr="00E80D58">
        <w:rPr>
          <w:rFonts w:ascii="Arial" w:hAnsi="Arial" w:cs="Arial"/>
          <w:snapToGrid w:val="0"/>
          <w:sz w:val="16"/>
          <w:szCs w:val="16"/>
        </w:rPr>
        <w:t>:</w:t>
      </w:r>
    </w:p>
    <w:p w14:paraId="2D7116BE" w14:textId="77777777" w:rsidR="003C284A" w:rsidRPr="00E80D58" w:rsidRDefault="003C284A" w:rsidP="003C284A">
      <w:pPr>
        <w:spacing w:line="360" w:lineRule="auto"/>
        <w:jc w:val="both"/>
        <w:rPr>
          <w:rFonts w:ascii="Arial" w:hAnsi="Arial" w:cs="Arial"/>
          <w:snapToGrid w:val="0"/>
          <w:sz w:val="16"/>
          <w:szCs w:val="16"/>
        </w:rPr>
      </w:pPr>
    </w:p>
    <w:p w14:paraId="66824326" w14:textId="77777777" w:rsidR="003C284A" w:rsidRPr="00E80D58" w:rsidRDefault="003C284A" w:rsidP="003C284A">
      <w:pPr>
        <w:spacing w:line="360" w:lineRule="auto"/>
        <w:ind w:left="360" w:hanging="360"/>
        <w:jc w:val="both"/>
        <w:rPr>
          <w:rFonts w:ascii="Arial" w:hAnsi="Arial" w:cs="Arial"/>
          <w:snapToGrid w:val="0"/>
          <w:sz w:val="16"/>
          <w:szCs w:val="16"/>
        </w:rPr>
      </w:pPr>
      <w:r w:rsidRPr="00E641A8">
        <w:rPr>
          <w:rFonts w:ascii="Arial" w:hAnsi="Arial" w:cs="Arial"/>
          <w:snapToGrid w:val="0"/>
          <w:color w:val="000000"/>
          <w:sz w:val="22"/>
          <w:szCs w:val="22"/>
        </w:rPr>
        <w:t>□</w:t>
      </w:r>
      <w:r w:rsidRPr="00E80D58">
        <w:rPr>
          <w:rFonts w:ascii="Arial" w:hAnsi="Arial" w:cs="Arial"/>
          <w:snapToGrid w:val="0"/>
          <w:color w:val="000000"/>
          <w:sz w:val="16"/>
        </w:rPr>
        <w:tab/>
      </w:r>
      <w:r w:rsidRPr="00E80D58">
        <w:rPr>
          <w:rFonts w:ascii="Arial" w:hAnsi="Arial" w:cs="Arial"/>
          <w:snapToGrid w:val="0"/>
          <w:color w:val="000000"/>
          <w:sz w:val="16"/>
          <w:szCs w:val="16"/>
        </w:rPr>
        <w:t xml:space="preserve"> </w:t>
      </w:r>
      <w:proofErr w:type="gramStart"/>
      <w:r w:rsidRPr="00E80D58">
        <w:rPr>
          <w:rFonts w:ascii="Arial" w:hAnsi="Arial" w:cs="Arial"/>
          <w:snapToGrid w:val="0"/>
          <w:sz w:val="16"/>
          <w:szCs w:val="16"/>
        </w:rPr>
        <w:t>s</w:t>
      </w:r>
      <w:proofErr w:type="gramEnd"/>
      <w:r w:rsidRPr="00E80D58">
        <w:rPr>
          <w:rFonts w:ascii="Arial" w:hAnsi="Arial" w:cs="Arial"/>
          <w:snapToGrid w:val="0"/>
          <w:sz w:val="16"/>
          <w:szCs w:val="16"/>
        </w:rPr>
        <w:t xml:space="preserve">i concorda che la documentazione esibita dall’appaltatore è </w:t>
      </w:r>
      <w:r w:rsidR="00CA76FE">
        <w:rPr>
          <w:rFonts w:ascii="Arial" w:hAnsi="Arial" w:cs="Arial"/>
          <w:snapToGrid w:val="0"/>
          <w:sz w:val="16"/>
          <w:szCs w:val="16"/>
        </w:rPr>
        <w:t>presente</w:t>
      </w:r>
      <w:r w:rsidRPr="00E80D58">
        <w:rPr>
          <w:rFonts w:ascii="Arial" w:hAnsi="Arial" w:cs="Arial"/>
          <w:snapToGrid w:val="0"/>
          <w:sz w:val="16"/>
          <w:szCs w:val="16"/>
        </w:rPr>
        <w:t>.</w:t>
      </w:r>
    </w:p>
    <w:p w14:paraId="2E56F7A0" w14:textId="77777777" w:rsidR="003C284A" w:rsidRPr="00E80D58" w:rsidRDefault="003C284A" w:rsidP="003C284A">
      <w:pPr>
        <w:spacing w:line="360" w:lineRule="auto"/>
        <w:ind w:left="705" w:hanging="705"/>
        <w:jc w:val="both"/>
        <w:rPr>
          <w:rFonts w:ascii="Arial" w:hAnsi="Arial" w:cs="Arial"/>
          <w:snapToGrid w:val="0"/>
          <w:sz w:val="16"/>
          <w:szCs w:val="16"/>
        </w:rPr>
      </w:pPr>
    </w:p>
    <w:p w14:paraId="59668167" w14:textId="77777777" w:rsidR="003C284A" w:rsidRDefault="003C284A" w:rsidP="003C284A">
      <w:pPr>
        <w:spacing w:line="360" w:lineRule="auto"/>
        <w:ind w:left="360" w:hanging="360"/>
        <w:jc w:val="both"/>
        <w:rPr>
          <w:rFonts w:ascii="Arial" w:hAnsi="Arial" w:cs="Arial"/>
          <w:snapToGrid w:val="0"/>
          <w:color w:val="000000"/>
          <w:sz w:val="16"/>
          <w:szCs w:val="16"/>
        </w:rPr>
      </w:pPr>
      <w:r w:rsidRPr="00E641A8">
        <w:rPr>
          <w:rFonts w:ascii="Arial" w:hAnsi="Arial" w:cs="Arial"/>
          <w:snapToGrid w:val="0"/>
          <w:color w:val="000000"/>
          <w:sz w:val="22"/>
          <w:szCs w:val="22"/>
        </w:rPr>
        <w:t>□</w:t>
      </w:r>
      <w:r w:rsidRPr="00E80D58">
        <w:rPr>
          <w:rFonts w:ascii="Arial" w:hAnsi="Arial" w:cs="Arial"/>
          <w:snapToGrid w:val="0"/>
          <w:color w:val="000000"/>
          <w:sz w:val="16"/>
        </w:rPr>
        <w:tab/>
      </w:r>
      <w:r w:rsidRPr="00E80D58">
        <w:rPr>
          <w:rFonts w:ascii="Arial" w:hAnsi="Arial" w:cs="Arial"/>
          <w:snapToGrid w:val="0"/>
          <w:color w:val="000000"/>
          <w:sz w:val="16"/>
          <w:szCs w:val="16"/>
        </w:rPr>
        <w:t xml:space="preserve"> </w:t>
      </w:r>
      <w:proofErr w:type="gramStart"/>
      <w:r w:rsidRPr="00E80D58">
        <w:rPr>
          <w:rFonts w:ascii="Arial" w:hAnsi="Arial" w:cs="Arial"/>
          <w:snapToGrid w:val="0"/>
          <w:color w:val="000000"/>
          <w:sz w:val="16"/>
          <w:szCs w:val="16"/>
        </w:rPr>
        <w:t>s</w:t>
      </w:r>
      <w:proofErr w:type="gramEnd"/>
      <w:r w:rsidRPr="00E80D58">
        <w:rPr>
          <w:rFonts w:ascii="Arial" w:hAnsi="Arial" w:cs="Arial"/>
          <w:snapToGrid w:val="0"/>
          <w:color w:val="000000"/>
          <w:sz w:val="16"/>
          <w:szCs w:val="16"/>
        </w:rPr>
        <w:t>i richiede l’integrazione della documentazione come so</w:t>
      </w:r>
      <w:bookmarkStart w:id="5" w:name="_GoBack"/>
      <w:bookmarkEnd w:id="5"/>
      <w:r w:rsidRPr="00E80D58">
        <w:rPr>
          <w:rFonts w:ascii="Arial" w:hAnsi="Arial" w:cs="Arial"/>
          <w:snapToGrid w:val="0"/>
          <w:color w:val="000000"/>
          <w:sz w:val="16"/>
          <w:szCs w:val="16"/>
        </w:rPr>
        <w:t>pra evidenziato.</w:t>
      </w:r>
    </w:p>
    <w:p w14:paraId="4C7F22CF" w14:textId="77777777" w:rsidR="003C284A" w:rsidRDefault="003C284A" w:rsidP="003C284A">
      <w:pPr>
        <w:spacing w:line="360" w:lineRule="auto"/>
        <w:ind w:left="360" w:hanging="360"/>
        <w:jc w:val="both"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44674999" w14:textId="77777777" w:rsidR="003C284A" w:rsidRDefault="003C284A" w:rsidP="003C284A">
      <w:pPr>
        <w:spacing w:line="360" w:lineRule="auto"/>
        <w:ind w:left="360" w:hanging="360"/>
        <w:jc w:val="both"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497F49B9" w14:textId="77777777" w:rsidR="003C284A" w:rsidRDefault="003C284A" w:rsidP="003C284A">
      <w:pPr>
        <w:spacing w:line="360" w:lineRule="auto"/>
        <w:ind w:left="360" w:hanging="360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>
        <w:rPr>
          <w:rFonts w:ascii="Arial" w:hAnsi="Arial" w:cs="Arial"/>
          <w:snapToGrid w:val="0"/>
          <w:color w:val="000000"/>
          <w:sz w:val="16"/>
          <w:szCs w:val="16"/>
        </w:rPr>
        <w:t>______________________________</w:t>
      </w:r>
    </w:p>
    <w:p w14:paraId="333C2190" w14:textId="06542695" w:rsidR="003C284A" w:rsidRDefault="00B86436" w:rsidP="003C284A">
      <w:pPr>
        <w:spacing w:line="360" w:lineRule="auto"/>
        <w:ind w:left="360" w:hanging="360"/>
        <w:jc w:val="center"/>
        <w:rPr>
          <w:rFonts w:ascii="Arial" w:hAnsi="Arial" w:cs="Arial"/>
          <w:snapToGrid w:val="0"/>
          <w:sz w:val="16"/>
          <w:szCs w:val="16"/>
        </w:rPr>
      </w:pPr>
      <w:proofErr w:type="gramStart"/>
      <w:r>
        <w:rPr>
          <w:rFonts w:ascii="Arial" w:hAnsi="Arial" w:cs="Arial"/>
          <w:snapToGrid w:val="0"/>
          <w:sz w:val="16"/>
          <w:szCs w:val="16"/>
        </w:rPr>
        <w:t>il</w:t>
      </w:r>
      <w:proofErr w:type="gramEnd"/>
      <w:r>
        <w:rPr>
          <w:rFonts w:ascii="Arial" w:hAnsi="Arial" w:cs="Arial"/>
          <w:snapToGrid w:val="0"/>
          <w:sz w:val="16"/>
          <w:szCs w:val="16"/>
        </w:rPr>
        <w:t>/la responsabile del procedimento (RUP)</w:t>
      </w:r>
    </w:p>
    <w:p w14:paraId="6558CD83" w14:textId="0CE3DE28" w:rsidR="009E7614" w:rsidRPr="00116020" w:rsidRDefault="00C32686" w:rsidP="003C284A">
      <w:pPr>
        <w:spacing w:line="360" w:lineRule="auto"/>
        <w:ind w:left="360" w:hanging="360"/>
        <w:jc w:val="center"/>
        <w:rPr>
          <w:rFonts w:ascii="Arial" w:hAnsi="Arial" w:cs="Arial"/>
          <w:snapToGrid w:val="0"/>
          <w:sz w:val="16"/>
          <w:szCs w:val="16"/>
        </w:rPr>
      </w:pPr>
      <w:proofErr w:type="gramStart"/>
      <w:r>
        <w:rPr>
          <w:rFonts w:ascii="Arial" w:hAnsi="Arial" w:cs="Arial"/>
          <w:snapToGrid w:val="0"/>
          <w:sz w:val="16"/>
          <w:szCs w:val="16"/>
        </w:rPr>
        <w:t>firma</w:t>
      </w:r>
      <w:r w:rsidR="009E7614" w:rsidRPr="00116020">
        <w:rPr>
          <w:rFonts w:ascii="Arial" w:hAnsi="Arial" w:cs="Arial"/>
          <w:snapToGrid w:val="0"/>
          <w:sz w:val="16"/>
          <w:szCs w:val="16"/>
        </w:rPr>
        <w:t>to</w:t>
      </w:r>
      <w:proofErr w:type="gramEnd"/>
      <w:r w:rsidR="009E7614" w:rsidRPr="00116020">
        <w:rPr>
          <w:rFonts w:ascii="Arial" w:hAnsi="Arial" w:cs="Arial"/>
          <w:snapToGrid w:val="0"/>
          <w:sz w:val="16"/>
          <w:szCs w:val="16"/>
        </w:rPr>
        <w:t xml:space="preserve"> con firma digitale visibile</w:t>
      </w:r>
    </w:p>
    <w:sectPr w:rsidR="009E7614" w:rsidRPr="00116020">
      <w:footerReference w:type="default" r:id="rId8"/>
      <w:pgSz w:w="11906" w:h="16838"/>
      <w:pgMar w:top="1418" w:right="1418" w:bottom="1134" w:left="1418" w:header="141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2B78C" w14:textId="77777777" w:rsidR="000B2D1E" w:rsidRDefault="000B2D1E">
      <w:r>
        <w:separator/>
      </w:r>
    </w:p>
  </w:endnote>
  <w:endnote w:type="continuationSeparator" w:id="0">
    <w:p w14:paraId="04A356E0" w14:textId="77777777" w:rsidR="000B2D1E" w:rsidRDefault="000B2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InfoTextRegular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C741F" w14:textId="2BA50BB1" w:rsidR="00E36F16" w:rsidRDefault="00E36F16" w:rsidP="00E36F16">
    <w:pPr>
      <w:pStyle w:val="Fuzeile"/>
      <w:jc w:val="center"/>
      <w:rPr>
        <w:rStyle w:val="Seitenzahl"/>
        <w:rFonts w:ascii="Tahoma" w:hAnsi="Tahoma"/>
        <w:sz w:val="16"/>
      </w:rPr>
    </w:pPr>
    <w:r>
      <w:rPr>
        <w:rStyle w:val="Seitenzahl"/>
        <w:rFonts w:ascii="Tahoma" w:hAnsi="Tahoma"/>
        <w:sz w:val="16"/>
      </w:rPr>
      <w:fldChar w:fldCharType="begin"/>
    </w:r>
    <w:r>
      <w:rPr>
        <w:rStyle w:val="Seitenzahl"/>
        <w:rFonts w:ascii="Tahoma" w:hAnsi="Tahoma"/>
        <w:sz w:val="16"/>
      </w:rPr>
      <w:instrText xml:space="preserve"> PAGE </w:instrText>
    </w:r>
    <w:r>
      <w:rPr>
        <w:rStyle w:val="Seitenzahl"/>
        <w:rFonts w:ascii="Tahoma" w:hAnsi="Tahoma"/>
        <w:sz w:val="16"/>
      </w:rPr>
      <w:fldChar w:fldCharType="separate"/>
    </w:r>
    <w:r w:rsidR="00C32686">
      <w:rPr>
        <w:rStyle w:val="Seitenzahl"/>
        <w:rFonts w:ascii="Tahoma" w:hAnsi="Tahoma"/>
        <w:noProof/>
        <w:sz w:val="16"/>
      </w:rPr>
      <w:t>2</w:t>
    </w:r>
    <w:r>
      <w:rPr>
        <w:rStyle w:val="Seitenzahl"/>
        <w:rFonts w:ascii="Tahoma" w:hAnsi="Tahoma"/>
        <w:sz w:val="16"/>
      </w:rPr>
      <w:fldChar w:fldCharType="end"/>
    </w:r>
  </w:p>
  <w:p w14:paraId="319FAC18" w14:textId="77777777" w:rsidR="00E36F16" w:rsidRPr="009819AC" w:rsidRDefault="00E36F16" w:rsidP="00E36F16">
    <w:pPr>
      <w:spacing w:after="480"/>
      <w:ind w:left="5812" w:firstLine="709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599DEAC" wp14:editId="0B00510B">
              <wp:simplePos x="0" y="0"/>
              <wp:positionH relativeFrom="column">
                <wp:posOffset>4408805</wp:posOffset>
              </wp:positionH>
              <wp:positionV relativeFrom="paragraph">
                <wp:posOffset>46990</wp:posOffset>
              </wp:positionV>
              <wp:extent cx="1485900" cy="228600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5725B1" w14:textId="77777777" w:rsidR="00E36F16" w:rsidRPr="009819AC" w:rsidRDefault="00E36F16" w:rsidP="00E36F16">
                          <w:pPr>
                            <w:rPr>
                              <w:rFonts w:ascii="Tahoma" w:hAnsi="Tahoma"/>
                              <w:sz w:val="10"/>
                              <w:szCs w:val="10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9819AC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t xml:space="preserve"> ACP – Agen</w:t>
                          </w:r>
                          <w:r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t>z</w:t>
                          </w:r>
                          <w:r w:rsidRPr="009819AC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t>ia Contratti Pubblici</w:t>
                          </w:r>
                        </w:p>
                        <w:p w14:paraId="1B4DBF16" w14:textId="77777777" w:rsidR="00E36F16" w:rsidRPr="009819AC" w:rsidRDefault="00E36F16" w:rsidP="00E36F16">
                          <w:pPr>
                            <w:rPr>
                              <w:rFonts w:ascii="Tahoma" w:hAnsi="Tahoma"/>
                              <w:sz w:val="10"/>
                              <w:szCs w:val="10"/>
                            </w:rPr>
                          </w:pPr>
                          <w:r w:rsidRPr="009819AC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t>Bolzano, 05/2018</w:t>
                          </w: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599DEA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7.15pt;margin-top:3.7pt;width:117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VZ5uQIAALk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" filled="f" stroked="f">
              <v:textbox inset="1mm,.3mm">
                <w:txbxContent>
                  <w:p w14:paraId="255725B1" w14:textId="77777777" w:rsidR="00E36F16" w:rsidRPr="009819AC" w:rsidRDefault="00E36F16" w:rsidP="00E36F16">
                    <w:pPr>
                      <w:rPr>
                        <w:rFonts w:ascii="Tahoma" w:hAnsi="Tahoma"/>
                        <w:sz w:val="10"/>
                        <w:szCs w:val="10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9819AC">
                      <w:rPr>
                        <w:rFonts w:ascii="Tahoma" w:hAnsi="Tahoma"/>
                        <w:sz w:val="10"/>
                        <w:szCs w:val="10"/>
                      </w:rPr>
                      <w:t xml:space="preserve"> ACP – Agen</w:t>
                    </w:r>
                    <w:r>
                      <w:rPr>
                        <w:rFonts w:ascii="Tahoma" w:hAnsi="Tahoma"/>
                        <w:sz w:val="10"/>
                        <w:szCs w:val="10"/>
                      </w:rPr>
                      <w:t>z</w:t>
                    </w:r>
                    <w:r w:rsidRPr="009819AC">
                      <w:rPr>
                        <w:rFonts w:ascii="Tahoma" w:hAnsi="Tahoma"/>
                        <w:sz w:val="10"/>
                        <w:szCs w:val="10"/>
                      </w:rPr>
                      <w:t>ia Contratti Pubblici</w:t>
                    </w:r>
                  </w:p>
                  <w:p w14:paraId="1B4DBF16" w14:textId="77777777" w:rsidR="00E36F16" w:rsidRPr="009819AC" w:rsidRDefault="00E36F16" w:rsidP="00E36F16">
                    <w:pPr>
                      <w:rPr>
                        <w:rFonts w:ascii="Tahoma" w:hAnsi="Tahoma"/>
                        <w:sz w:val="10"/>
                        <w:szCs w:val="10"/>
                      </w:rPr>
                    </w:pPr>
                    <w:r w:rsidRPr="009819AC">
                      <w:rPr>
                        <w:rFonts w:ascii="Tahoma" w:hAnsi="Tahoma"/>
                        <w:sz w:val="10"/>
                        <w:szCs w:val="10"/>
                      </w:rPr>
                      <w:t>Bolzano, 05/2018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299" distR="114299" simplePos="0" relativeHeight="251663360" behindDoc="0" locked="0" layoutInCell="1" allowOverlap="1" wp14:anchorId="2631BD55" wp14:editId="5D393168">
              <wp:simplePos x="0" y="0"/>
              <wp:positionH relativeFrom="column">
                <wp:posOffset>4410709</wp:posOffset>
              </wp:positionH>
              <wp:positionV relativeFrom="paragraph">
                <wp:posOffset>46990</wp:posOffset>
              </wp:positionV>
              <wp:extent cx="0" cy="205105"/>
              <wp:effectExtent l="0" t="0" r="19050" b="4445"/>
              <wp:wrapNone/>
              <wp:docPr id="7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051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31720BF" id="Line 6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7.3pt,3.7pt" to="347.3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" strokecolor="red" strokeweight="1.5pt"/>
          </w:pict>
        </mc:Fallback>
      </mc:AlternateContent>
    </w:r>
    <w:r w:rsidRPr="00245DA7">
      <w:rPr>
        <w:noProof/>
        <w:lang w:val="de-DE" w:eastAsia="de-DE"/>
      </w:rPr>
      <w:drawing>
        <wp:inline distT="0" distB="0" distL="0" distR="0" wp14:anchorId="76294037" wp14:editId="27916B3A">
          <wp:extent cx="213360" cy="259080"/>
          <wp:effectExtent l="0" t="0" r="0" b="0"/>
          <wp:docPr id="879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5"/>
                  <a:stretch>
                    <a:fillRect/>
                  </a:stretch>
                </pic:blipFill>
                <pic:spPr bwMode="auto">
                  <a:xfrm>
                    <a:off x="0" y="0"/>
                    <a:ext cx="21336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CB639E" wp14:editId="65B96C2E">
              <wp:simplePos x="0" y="0"/>
              <wp:positionH relativeFrom="column">
                <wp:posOffset>5463540</wp:posOffset>
              </wp:positionH>
              <wp:positionV relativeFrom="paragraph">
                <wp:posOffset>9867900</wp:posOffset>
              </wp:positionV>
              <wp:extent cx="1485900" cy="22860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A862EC" w14:textId="77777777" w:rsidR="00E36F16" w:rsidRPr="00063299" w:rsidRDefault="00E36F16" w:rsidP="00E36F16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 xml:space="preserve"> AOV – Agentur für öffentliche Verträge</w:t>
                          </w:r>
                        </w:p>
                        <w:p w14:paraId="26E7A67E" w14:textId="77777777" w:rsidR="00E36F16" w:rsidRPr="00063299" w:rsidRDefault="00E36F16" w:rsidP="00E36F16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Bozen, 05/201</w:t>
                          </w:r>
                          <w: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0CB639E" id="_x0000_s1027" type="#_x0000_t202" style="position:absolute;left:0;text-align:left;margin-left:430.2pt;margin-top:777pt;width:117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MsnvAIAAMA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" filled="f" stroked="f">
              <v:textbox inset="1mm,.3mm">
                <w:txbxContent>
                  <w:p w14:paraId="10A862EC" w14:textId="77777777" w:rsidR="00E36F16" w:rsidRPr="00063299" w:rsidRDefault="00E36F16" w:rsidP="00E36F16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 xml:space="preserve"> AOV – Agentur für öffentliche Verträge</w:t>
                    </w:r>
                  </w:p>
                  <w:p w14:paraId="26E7A67E" w14:textId="77777777" w:rsidR="00E36F16" w:rsidRPr="00063299" w:rsidRDefault="00E36F16" w:rsidP="00E36F16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Bozen, 05/201</w:t>
                    </w:r>
                    <w: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577FB01" wp14:editId="36E5041F">
              <wp:simplePos x="0" y="0"/>
              <wp:positionH relativeFrom="column">
                <wp:posOffset>5463540</wp:posOffset>
              </wp:positionH>
              <wp:positionV relativeFrom="paragraph">
                <wp:posOffset>9867900</wp:posOffset>
              </wp:positionV>
              <wp:extent cx="1485900" cy="22860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16C92A" w14:textId="77777777" w:rsidR="00E36F16" w:rsidRPr="00063299" w:rsidRDefault="00E36F16" w:rsidP="00E36F16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 xml:space="preserve"> AOV – Agentur für öffentliche Verträge</w:t>
                          </w:r>
                        </w:p>
                        <w:p w14:paraId="6C3006E1" w14:textId="77777777" w:rsidR="00E36F16" w:rsidRPr="00063299" w:rsidRDefault="00E36F16" w:rsidP="00E36F16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Bozen, 05/201</w:t>
                          </w:r>
                          <w: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577FB01" id="_x0000_s1028" type="#_x0000_t202" style="position:absolute;left:0;text-align:left;margin-left:430.2pt;margin-top:777pt;width:117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o1hvQIAAMA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" filled="f" stroked="f">
              <v:textbox inset="1mm,.3mm">
                <w:txbxContent>
                  <w:p w14:paraId="1316C92A" w14:textId="77777777" w:rsidR="00E36F16" w:rsidRPr="00063299" w:rsidRDefault="00E36F16" w:rsidP="00E36F16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 xml:space="preserve"> AOV – Agentur für öffentliche Verträge</w:t>
                    </w:r>
                  </w:p>
                  <w:p w14:paraId="6C3006E1" w14:textId="77777777" w:rsidR="00E36F16" w:rsidRPr="00063299" w:rsidRDefault="00E36F16" w:rsidP="00E36F16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Bozen, 05/201</w:t>
                    </w:r>
                    <w: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DBD9EE" wp14:editId="2F442992">
              <wp:simplePos x="0" y="0"/>
              <wp:positionH relativeFrom="column">
                <wp:posOffset>5309235</wp:posOffset>
              </wp:positionH>
              <wp:positionV relativeFrom="paragraph">
                <wp:posOffset>9718040</wp:posOffset>
              </wp:positionV>
              <wp:extent cx="1485900" cy="228600"/>
              <wp:effectExtent l="0" t="0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1AA6E4" w14:textId="77777777" w:rsidR="00E36F16" w:rsidRPr="00063299" w:rsidRDefault="00E36F16" w:rsidP="00E36F16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 xml:space="preserve"> AOV – Agentur für öffentliche Verträge</w:t>
                          </w:r>
                        </w:p>
                        <w:p w14:paraId="648156C9" w14:textId="77777777" w:rsidR="00E36F16" w:rsidRPr="00063299" w:rsidRDefault="00E36F16" w:rsidP="00E36F16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Bozen, 05/201</w:t>
                          </w:r>
                          <w: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ADBD9EE" id="_x0000_s1029" type="#_x0000_t202" style="position:absolute;left:0;text-align:left;margin-left:418.05pt;margin-top:765.2pt;width:117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Z/qvQIAAMA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" filled="f" stroked="f">
              <v:textbox inset="1mm,.3mm">
                <w:txbxContent>
                  <w:p w14:paraId="471AA6E4" w14:textId="77777777" w:rsidR="00E36F16" w:rsidRPr="00063299" w:rsidRDefault="00E36F16" w:rsidP="00E36F16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 xml:space="preserve"> AOV – Agentur für öffentliche Verträge</w:t>
                    </w:r>
                  </w:p>
                  <w:p w14:paraId="648156C9" w14:textId="77777777" w:rsidR="00E36F16" w:rsidRPr="00063299" w:rsidRDefault="00E36F16" w:rsidP="00E36F16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Bozen, 05/201</w:t>
                    </w:r>
                    <w: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</w:p>
  <w:p w14:paraId="773D8599" w14:textId="1350CE91" w:rsidR="00B62835" w:rsidRPr="00E36F16" w:rsidRDefault="00B62835" w:rsidP="00E36F16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989450" w14:textId="77777777" w:rsidR="000B2D1E" w:rsidRDefault="000B2D1E">
      <w:r>
        <w:separator/>
      </w:r>
    </w:p>
  </w:footnote>
  <w:footnote w:type="continuationSeparator" w:id="0">
    <w:p w14:paraId="7FB14AA8" w14:textId="77777777" w:rsidR="000B2D1E" w:rsidRDefault="000B2D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7371B"/>
    <w:multiLevelType w:val="hybridMultilevel"/>
    <w:tmpl w:val="F4483732"/>
    <w:lvl w:ilvl="0" w:tplc="894482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583A9D"/>
    <w:multiLevelType w:val="multilevel"/>
    <w:tmpl w:val="E81C2650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227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38528D6"/>
    <w:multiLevelType w:val="hybridMultilevel"/>
    <w:tmpl w:val="87343CB6"/>
    <w:lvl w:ilvl="0" w:tplc="73DE7F1E"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Times New Roman" w:hint="default"/>
        <w:b/>
        <w:color w:val="008080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D1E"/>
    <w:rsid w:val="00022654"/>
    <w:rsid w:val="000537C9"/>
    <w:rsid w:val="000B2D1E"/>
    <w:rsid w:val="00116020"/>
    <w:rsid w:val="001F2D87"/>
    <w:rsid w:val="003038F8"/>
    <w:rsid w:val="003C284A"/>
    <w:rsid w:val="00407709"/>
    <w:rsid w:val="004715AC"/>
    <w:rsid w:val="004B6086"/>
    <w:rsid w:val="004E5B81"/>
    <w:rsid w:val="00581EF6"/>
    <w:rsid w:val="006330EF"/>
    <w:rsid w:val="006840DB"/>
    <w:rsid w:val="006B38CB"/>
    <w:rsid w:val="0072193D"/>
    <w:rsid w:val="007D5FA6"/>
    <w:rsid w:val="00802333"/>
    <w:rsid w:val="0090094C"/>
    <w:rsid w:val="009224CE"/>
    <w:rsid w:val="00963741"/>
    <w:rsid w:val="00963907"/>
    <w:rsid w:val="009E7614"/>
    <w:rsid w:val="00AC4839"/>
    <w:rsid w:val="00AF7EFF"/>
    <w:rsid w:val="00B60853"/>
    <w:rsid w:val="00B62835"/>
    <w:rsid w:val="00B86436"/>
    <w:rsid w:val="00C32686"/>
    <w:rsid w:val="00C46A65"/>
    <w:rsid w:val="00CA76FE"/>
    <w:rsid w:val="00D71324"/>
    <w:rsid w:val="00E36F16"/>
    <w:rsid w:val="00F02B80"/>
    <w:rsid w:val="00F15EDE"/>
    <w:rsid w:val="00F4510C"/>
    <w:rsid w:val="00F714F5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22F83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C284A"/>
    <w:rPr>
      <w:sz w:val="24"/>
      <w:lang w:val="it-IT"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ahoma" w:hAnsi="Tahoma"/>
      <w:b/>
      <w:snapToGrid w:val="0"/>
      <w:sz w:val="1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InfoTextRegular-Roman" w:hAnsi="InfoTextRegular-Roman"/>
      <w:snapToGrid w:val="0"/>
      <w:sz w:val="18"/>
    </w:rPr>
  </w:style>
  <w:style w:type="paragraph" w:styleId="Kopfzeile">
    <w:name w:val="header"/>
    <w:basedOn w:val="Standard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link w:val="FuzeileZeichen"/>
    <w:uiPriority w:val="99"/>
    <w:pPr>
      <w:tabs>
        <w:tab w:val="center" w:pos="4819"/>
        <w:tab w:val="right" w:pos="9638"/>
      </w:tabs>
    </w:pPr>
  </w:style>
  <w:style w:type="character" w:styleId="Seitenzahl">
    <w:name w:val="page number"/>
    <w:basedOn w:val="Absatzstandardschriftart"/>
  </w:style>
  <w:style w:type="paragraph" w:styleId="Sprechblasentext">
    <w:name w:val="Balloon Text"/>
    <w:basedOn w:val="Standard"/>
    <w:semiHidden/>
    <w:rsid w:val="001F2D8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standardschriftart"/>
    <w:rsid w:val="003038F8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3038F8"/>
    <w:rPr>
      <w:sz w:val="20"/>
    </w:rPr>
  </w:style>
  <w:style w:type="character" w:customStyle="1" w:styleId="KommentartextZeichen">
    <w:name w:val="Kommentartext Zeichen"/>
    <w:basedOn w:val="Absatzstandardschriftart"/>
    <w:link w:val="Kommentartext"/>
    <w:rsid w:val="003038F8"/>
    <w:rPr>
      <w:lang w:val="it-IT" w:eastAsia="it-IT"/>
    </w:rPr>
  </w:style>
  <w:style w:type="paragraph" w:styleId="Kommentarthema">
    <w:name w:val="annotation subject"/>
    <w:basedOn w:val="Kommentartext"/>
    <w:next w:val="Kommentartext"/>
    <w:link w:val="KommentarthemaZeichen"/>
    <w:rsid w:val="003038F8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3038F8"/>
    <w:rPr>
      <w:b/>
      <w:bCs/>
      <w:lang w:val="it-IT" w:eastAsia="it-IT"/>
    </w:rPr>
  </w:style>
  <w:style w:type="character" w:customStyle="1" w:styleId="FuzeileZeichen">
    <w:name w:val="Fußzeile Zeichen"/>
    <w:link w:val="Fuzeile"/>
    <w:uiPriority w:val="99"/>
    <w:rsid w:val="00E36F16"/>
    <w:rPr>
      <w:sz w:val="24"/>
      <w:lang w:val="it-IT"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C284A"/>
    <w:rPr>
      <w:sz w:val="24"/>
      <w:lang w:val="it-IT"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ahoma" w:hAnsi="Tahoma"/>
      <w:b/>
      <w:snapToGrid w:val="0"/>
      <w:sz w:val="1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InfoTextRegular-Roman" w:hAnsi="InfoTextRegular-Roman"/>
      <w:snapToGrid w:val="0"/>
      <w:sz w:val="18"/>
    </w:rPr>
  </w:style>
  <w:style w:type="paragraph" w:styleId="Kopfzeile">
    <w:name w:val="header"/>
    <w:basedOn w:val="Standard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link w:val="FuzeileZeichen"/>
    <w:uiPriority w:val="99"/>
    <w:pPr>
      <w:tabs>
        <w:tab w:val="center" w:pos="4819"/>
        <w:tab w:val="right" w:pos="9638"/>
      </w:tabs>
    </w:pPr>
  </w:style>
  <w:style w:type="character" w:styleId="Seitenzahl">
    <w:name w:val="page number"/>
    <w:basedOn w:val="Absatzstandardschriftart"/>
  </w:style>
  <w:style w:type="paragraph" w:styleId="Sprechblasentext">
    <w:name w:val="Balloon Text"/>
    <w:basedOn w:val="Standard"/>
    <w:semiHidden/>
    <w:rsid w:val="001F2D8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standardschriftart"/>
    <w:rsid w:val="003038F8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3038F8"/>
    <w:rPr>
      <w:sz w:val="20"/>
    </w:rPr>
  </w:style>
  <w:style w:type="character" w:customStyle="1" w:styleId="KommentartextZeichen">
    <w:name w:val="Kommentartext Zeichen"/>
    <w:basedOn w:val="Absatzstandardschriftart"/>
    <w:link w:val="Kommentartext"/>
    <w:rsid w:val="003038F8"/>
    <w:rPr>
      <w:lang w:val="it-IT" w:eastAsia="it-IT"/>
    </w:rPr>
  </w:style>
  <w:style w:type="paragraph" w:styleId="Kommentarthema">
    <w:name w:val="annotation subject"/>
    <w:basedOn w:val="Kommentartext"/>
    <w:next w:val="Kommentartext"/>
    <w:link w:val="KommentarthemaZeichen"/>
    <w:rsid w:val="003038F8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3038F8"/>
    <w:rPr>
      <w:b/>
      <w:bCs/>
      <w:lang w:val="it-IT" w:eastAsia="it-IT"/>
    </w:rPr>
  </w:style>
  <w:style w:type="character" w:customStyle="1" w:styleId="FuzeileZeichen">
    <w:name w:val="Fußzeile Zeichen"/>
    <w:link w:val="Fuzeile"/>
    <w:uiPriority w:val="99"/>
    <w:rsid w:val="00E36F16"/>
    <w:rPr>
      <w:sz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654</Words>
  <Characters>4125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001</vt:lpstr>
    </vt:vector>
  </TitlesOfParts>
  <Company>PAB</Company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</dc:title>
  <dc:subject/>
  <dc:creator>Kofler, Sabine</dc:creator>
  <cp:keywords/>
  <dc:description/>
  <cp:lastModifiedBy>* *</cp:lastModifiedBy>
  <cp:revision>14</cp:revision>
  <cp:lastPrinted>2012-04-11T12:51:00Z</cp:lastPrinted>
  <dcterms:created xsi:type="dcterms:W3CDTF">2017-10-27T14:10:00Z</dcterms:created>
  <dcterms:modified xsi:type="dcterms:W3CDTF">2020-04-07T13:39:00Z</dcterms:modified>
</cp:coreProperties>
</file>